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F5230" w14:textId="77777777" w:rsidR="00093DFE" w:rsidRPr="00093DFE" w:rsidRDefault="00093DFE" w:rsidP="00093DFE">
      <w:pPr>
        <w:tabs>
          <w:tab w:val="clear" w:pos="567"/>
          <w:tab w:val="left" w:pos="0"/>
          <w:tab w:val="left" w:pos="9090"/>
        </w:tabs>
        <w:spacing w:before="29"/>
        <w:ind w:right="-46"/>
        <w:jc w:val="center"/>
        <w:rPr>
          <w:rFonts w:eastAsia="Arial" w:cs="Arial"/>
          <w:noProof/>
          <w:sz w:val="24"/>
        </w:rPr>
      </w:pPr>
      <w:r w:rsidRPr="00093DFE">
        <w:rPr>
          <w:rFonts w:eastAsia="Arial" w:cs="Arial"/>
          <w:b/>
          <w:bCs/>
          <w:noProof/>
          <w:sz w:val="24"/>
        </w:rPr>
        <w:t>U</w:t>
      </w:r>
      <w:r w:rsidRPr="00093DFE">
        <w:rPr>
          <w:rFonts w:eastAsia="Arial" w:cs="Arial"/>
          <w:b/>
          <w:bCs/>
          <w:noProof/>
          <w:spacing w:val="-1"/>
          <w:sz w:val="24"/>
        </w:rPr>
        <w:t>N</w:t>
      </w:r>
      <w:r w:rsidRPr="00093DFE">
        <w:rPr>
          <w:rFonts w:eastAsia="Arial" w:cs="Arial"/>
          <w:b/>
          <w:bCs/>
          <w:noProof/>
          <w:sz w:val="24"/>
        </w:rPr>
        <w:t>ES</w:t>
      </w:r>
      <w:r w:rsidRPr="00093DFE">
        <w:rPr>
          <w:rFonts w:eastAsia="Arial" w:cs="Arial"/>
          <w:b/>
          <w:bCs/>
          <w:noProof/>
          <w:spacing w:val="-1"/>
          <w:sz w:val="24"/>
        </w:rPr>
        <w:t>C</w:t>
      </w:r>
      <w:r w:rsidRPr="00093DFE">
        <w:rPr>
          <w:rFonts w:eastAsia="Arial" w:cs="Arial"/>
          <w:b/>
          <w:bCs/>
          <w:noProof/>
          <w:sz w:val="24"/>
        </w:rPr>
        <w:t>O</w:t>
      </w:r>
      <w:r w:rsidRPr="00093DFE">
        <w:rPr>
          <w:rFonts w:eastAsia="Arial" w:cs="Arial"/>
          <w:b/>
          <w:bCs/>
          <w:noProof/>
          <w:spacing w:val="1"/>
          <w:sz w:val="24"/>
        </w:rPr>
        <w:t>/</w:t>
      </w:r>
      <w:r w:rsidRPr="00093DFE">
        <w:rPr>
          <w:rFonts w:eastAsia="Arial" w:cs="Arial"/>
          <w:b/>
          <w:bCs/>
          <w:noProof/>
          <w:sz w:val="24"/>
        </w:rPr>
        <w:t>I</w:t>
      </w:r>
      <w:r w:rsidRPr="00093DFE">
        <w:rPr>
          <w:rFonts w:eastAsia="Arial" w:cs="Arial"/>
          <w:b/>
          <w:bCs/>
          <w:noProof/>
          <w:spacing w:val="1"/>
          <w:sz w:val="24"/>
        </w:rPr>
        <w:t>O</w:t>
      </w:r>
      <w:r w:rsidRPr="00093DFE">
        <w:rPr>
          <w:rFonts w:eastAsia="Arial" w:cs="Arial"/>
          <w:b/>
          <w:bCs/>
          <w:noProof/>
          <w:sz w:val="24"/>
        </w:rPr>
        <w:t>C</w:t>
      </w:r>
      <w:r w:rsidRPr="00093DFE">
        <w:rPr>
          <w:rFonts w:eastAsia="Arial" w:cs="Arial"/>
          <w:b/>
          <w:bCs/>
          <w:noProof/>
          <w:spacing w:val="1"/>
          <w:sz w:val="24"/>
        </w:rPr>
        <w:t xml:space="preserve"> </w:t>
      </w:r>
      <w:r w:rsidRPr="00093DFE">
        <w:rPr>
          <w:rFonts w:eastAsia="Arial" w:cs="Arial"/>
          <w:b/>
          <w:bCs/>
          <w:noProof/>
          <w:sz w:val="24"/>
        </w:rPr>
        <w:t>– NOAA</w:t>
      </w:r>
      <w:r w:rsidRPr="00093DFE">
        <w:rPr>
          <w:rFonts w:eastAsia="Arial" w:cs="Arial"/>
          <w:b/>
          <w:bCs/>
          <w:noProof/>
          <w:spacing w:val="-1"/>
          <w:sz w:val="24"/>
        </w:rPr>
        <w:t xml:space="preserve"> </w:t>
      </w:r>
      <w:r w:rsidRPr="00093DFE">
        <w:rPr>
          <w:rFonts w:eastAsia="Arial" w:cs="Arial"/>
          <w:b/>
          <w:bCs/>
          <w:noProof/>
          <w:spacing w:val="1"/>
          <w:sz w:val="24"/>
        </w:rPr>
        <w:t>I</w:t>
      </w:r>
      <w:r w:rsidRPr="00093DFE">
        <w:rPr>
          <w:rFonts w:eastAsia="Arial" w:cs="Arial"/>
          <w:b/>
          <w:bCs/>
          <w:noProof/>
          <w:sz w:val="24"/>
        </w:rPr>
        <w:t>nternatio</w:t>
      </w:r>
      <w:r w:rsidRPr="00093DFE">
        <w:rPr>
          <w:rFonts w:eastAsia="Arial" w:cs="Arial"/>
          <w:b/>
          <w:bCs/>
          <w:noProof/>
          <w:spacing w:val="-1"/>
          <w:sz w:val="24"/>
        </w:rPr>
        <w:t>n</w:t>
      </w:r>
      <w:r w:rsidRPr="00093DFE">
        <w:rPr>
          <w:rFonts w:eastAsia="Arial" w:cs="Arial"/>
          <w:b/>
          <w:bCs/>
          <w:noProof/>
          <w:sz w:val="24"/>
        </w:rPr>
        <w:t>al</w:t>
      </w:r>
      <w:r w:rsidRPr="00093DFE">
        <w:rPr>
          <w:rFonts w:eastAsia="Arial" w:cs="Arial"/>
          <w:b/>
          <w:bCs/>
          <w:noProof/>
          <w:spacing w:val="1"/>
          <w:sz w:val="24"/>
        </w:rPr>
        <w:t xml:space="preserve"> </w:t>
      </w:r>
      <w:r w:rsidRPr="00093DFE">
        <w:rPr>
          <w:rFonts w:eastAsia="Arial" w:cs="Arial"/>
          <w:b/>
          <w:bCs/>
          <w:noProof/>
          <w:sz w:val="24"/>
        </w:rPr>
        <w:t>Ts</w:t>
      </w:r>
      <w:r w:rsidRPr="00093DFE">
        <w:rPr>
          <w:rFonts w:eastAsia="Arial" w:cs="Arial"/>
          <w:b/>
          <w:bCs/>
          <w:noProof/>
          <w:spacing w:val="-1"/>
          <w:sz w:val="24"/>
        </w:rPr>
        <w:t>u</w:t>
      </w:r>
      <w:r w:rsidRPr="00093DFE">
        <w:rPr>
          <w:rFonts w:eastAsia="Arial" w:cs="Arial"/>
          <w:b/>
          <w:bCs/>
          <w:noProof/>
          <w:sz w:val="24"/>
        </w:rPr>
        <w:t>nami</w:t>
      </w:r>
      <w:r w:rsidRPr="00093DFE">
        <w:rPr>
          <w:rFonts w:eastAsia="Arial" w:cs="Arial"/>
          <w:b/>
          <w:bCs/>
          <w:noProof/>
          <w:spacing w:val="1"/>
          <w:sz w:val="24"/>
        </w:rPr>
        <w:t xml:space="preserve"> </w:t>
      </w:r>
      <w:r w:rsidRPr="00093DFE">
        <w:rPr>
          <w:rFonts w:eastAsia="Arial" w:cs="Arial"/>
          <w:b/>
          <w:bCs/>
          <w:noProof/>
          <w:sz w:val="24"/>
        </w:rPr>
        <w:t>Inf</w:t>
      </w:r>
      <w:r w:rsidRPr="00093DFE">
        <w:rPr>
          <w:rFonts w:eastAsia="Arial" w:cs="Arial"/>
          <w:b/>
          <w:bCs/>
          <w:noProof/>
          <w:spacing w:val="-1"/>
          <w:sz w:val="24"/>
        </w:rPr>
        <w:t>o</w:t>
      </w:r>
      <w:r w:rsidRPr="00093DFE">
        <w:rPr>
          <w:rFonts w:eastAsia="Arial" w:cs="Arial"/>
          <w:b/>
          <w:bCs/>
          <w:noProof/>
          <w:sz w:val="24"/>
        </w:rPr>
        <w:t>r</w:t>
      </w:r>
      <w:r w:rsidRPr="00093DFE">
        <w:rPr>
          <w:rFonts w:eastAsia="Arial" w:cs="Arial"/>
          <w:b/>
          <w:bCs/>
          <w:noProof/>
          <w:spacing w:val="-1"/>
          <w:sz w:val="24"/>
        </w:rPr>
        <w:t>m</w:t>
      </w:r>
      <w:r w:rsidRPr="00093DFE">
        <w:rPr>
          <w:rFonts w:eastAsia="Arial" w:cs="Arial"/>
          <w:b/>
          <w:bCs/>
          <w:noProof/>
          <w:sz w:val="24"/>
        </w:rPr>
        <w:t>ation Center</w:t>
      </w:r>
    </w:p>
    <w:p w14:paraId="7100DA12" w14:textId="77777777" w:rsidR="00093DFE" w:rsidRPr="00093DFE" w:rsidRDefault="00093DFE" w:rsidP="00093DFE">
      <w:pPr>
        <w:tabs>
          <w:tab w:val="clear" w:pos="567"/>
          <w:tab w:val="left" w:pos="0"/>
          <w:tab w:val="left" w:pos="9090"/>
        </w:tabs>
        <w:spacing w:line="120" w:lineRule="exact"/>
        <w:ind w:right="-46"/>
        <w:jc w:val="center"/>
        <w:rPr>
          <w:rFonts w:ascii="Times New Roman" w:hAnsi="Times New Roman"/>
          <w:noProof/>
          <w:sz w:val="12"/>
          <w:szCs w:val="12"/>
        </w:rPr>
      </w:pPr>
    </w:p>
    <w:p w14:paraId="48BACE30" w14:textId="77777777" w:rsidR="00093DFE" w:rsidRPr="00093DFE" w:rsidRDefault="00093DFE" w:rsidP="00093DFE">
      <w:pPr>
        <w:tabs>
          <w:tab w:val="clear" w:pos="567"/>
          <w:tab w:val="left" w:pos="0"/>
          <w:tab w:val="left" w:pos="9090"/>
        </w:tabs>
        <w:ind w:right="-46"/>
        <w:jc w:val="center"/>
        <w:rPr>
          <w:rFonts w:eastAsia="Arial" w:cs="Arial"/>
          <w:noProof/>
          <w:sz w:val="24"/>
          <w:lang w:val="en-US"/>
        </w:rPr>
      </w:pPr>
      <w:r w:rsidRPr="00093DFE">
        <w:rPr>
          <w:rFonts w:eastAsia="Arial" w:cs="Arial"/>
          <w:b/>
          <w:bCs/>
          <w:noProof/>
          <w:sz w:val="24"/>
          <w:lang w:val="en-US"/>
        </w:rPr>
        <w:t>ITIC</w:t>
      </w:r>
      <w:r w:rsidRPr="00093DFE">
        <w:rPr>
          <w:rFonts w:eastAsia="Arial" w:cs="Arial"/>
          <w:b/>
          <w:bCs/>
          <w:noProof/>
          <w:spacing w:val="1"/>
          <w:sz w:val="24"/>
          <w:lang w:val="en-US"/>
        </w:rPr>
        <w:t xml:space="preserve"> </w:t>
      </w:r>
      <w:r w:rsidRPr="00093DFE">
        <w:rPr>
          <w:rFonts w:eastAsia="Arial" w:cs="Arial"/>
          <w:b/>
          <w:bCs/>
          <w:noProof/>
          <w:sz w:val="24"/>
          <w:lang w:val="en-US"/>
        </w:rPr>
        <w:t>TR</w:t>
      </w:r>
      <w:r w:rsidRPr="00093DFE">
        <w:rPr>
          <w:rFonts w:eastAsia="Arial" w:cs="Arial"/>
          <w:b/>
          <w:bCs/>
          <w:noProof/>
          <w:spacing w:val="-1"/>
          <w:sz w:val="24"/>
          <w:lang w:val="en-US"/>
        </w:rPr>
        <w:t>A</w:t>
      </w:r>
      <w:r w:rsidRPr="00093DFE">
        <w:rPr>
          <w:rFonts w:eastAsia="Arial" w:cs="Arial"/>
          <w:b/>
          <w:bCs/>
          <w:noProof/>
          <w:sz w:val="24"/>
          <w:lang w:val="en-US"/>
        </w:rPr>
        <w:t>INING</w:t>
      </w:r>
      <w:r w:rsidRPr="00093DFE">
        <w:rPr>
          <w:rFonts w:eastAsia="Arial" w:cs="Arial"/>
          <w:b/>
          <w:bCs/>
          <w:noProof/>
          <w:spacing w:val="1"/>
          <w:sz w:val="24"/>
          <w:lang w:val="en-US"/>
        </w:rPr>
        <w:t xml:space="preserve"> </w:t>
      </w:r>
      <w:r w:rsidRPr="00093DFE">
        <w:rPr>
          <w:rFonts w:eastAsia="Arial" w:cs="Arial"/>
          <w:b/>
          <w:bCs/>
          <w:noProof/>
          <w:sz w:val="24"/>
          <w:lang w:val="en-US"/>
        </w:rPr>
        <w:t>P</w:t>
      </w:r>
      <w:r w:rsidRPr="00093DFE">
        <w:rPr>
          <w:rFonts w:eastAsia="Arial" w:cs="Arial"/>
          <w:b/>
          <w:bCs/>
          <w:noProof/>
          <w:spacing w:val="-1"/>
          <w:sz w:val="24"/>
          <w:lang w:val="en-US"/>
        </w:rPr>
        <w:t>R</w:t>
      </w:r>
      <w:r w:rsidRPr="00093DFE">
        <w:rPr>
          <w:rFonts w:eastAsia="Arial" w:cs="Arial"/>
          <w:b/>
          <w:bCs/>
          <w:noProof/>
          <w:sz w:val="24"/>
          <w:lang w:val="en-US"/>
        </w:rPr>
        <w:t>O</w:t>
      </w:r>
      <w:r w:rsidRPr="00093DFE">
        <w:rPr>
          <w:rFonts w:eastAsia="Arial" w:cs="Arial"/>
          <w:b/>
          <w:bCs/>
          <w:noProof/>
          <w:spacing w:val="1"/>
          <w:sz w:val="24"/>
          <w:lang w:val="en-US"/>
        </w:rPr>
        <w:t>G</w:t>
      </w:r>
      <w:r w:rsidRPr="00093DFE">
        <w:rPr>
          <w:rFonts w:eastAsia="Arial" w:cs="Arial"/>
          <w:b/>
          <w:bCs/>
          <w:noProof/>
          <w:sz w:val="24"/>
          <w:lang w:val="en-US"/>
        </w:rPr>
        <w:t>R</w:t>
      </w:r>
      <w:r w:rsidRPr="00093DFE">
        <w:rPr>
          <w:rFonts w:eastAsia="Arial" w:cs="Arial"/>
          <w:b/>
          <w:bCs/>
          <w:noProof/>
          <w:spacing w:val="-1"/>
          <w:sz w:val="24"/>
          <w:lang w:val="en-US"/>
        </w:rPr>
        <w:t>A</w:t>
      </w:r>
      <w:r w:rsidRPr="00093DFE">
        <w:rPr>
          <w:rFonts w:eastAsia="Arial" w:cs="Arial"/>
          <w:b/>
          <w:bCs/>
          <w:noProof/>
          <w:spacing w:val="2"/>
          <w:sz w:val="24"/>
          <w:lang w:val="en-US"/>
        </w:rPr>
        <w:t>M</w:t>
      </w:r>
      <w:r w:rsidRPr="00093DFE">
        <w:rPr>
          <w:rFonts w:eastAsia="Arial" w:cs="Arial"/>
          <w:b/>
          <w:bCs/>
          <w:noProof/>
          <w:sz w:val="24"/>
          <w:lang w:val="en-US"/>
        </w:rPr>
        <w:t xml:space="preserve">ME </w:t>
      </w:r>
      <w:r w:rsidRPr="00093DFE">
        <w:rPr>
          <w:rFonts w:eastAsia="Arial" w:cs="Arial"/>
          <w:b/>
          <w:bCs/>
          <w:noProof/>
          <w:spacing w:val="1"/>
          <w:sz w:val="24"/>
          <w:lang w:val="en-US"/>
        </w:rPr>
        <w:t>(</w:t>
      </w:r>
      <w:r w:rsidRPr="00093DFE">
        <w:rPr>
          <w:rFonts w:eastAsia="Arial" w:cs="Arial"/>
          <w:b/>
          <w:bCs/>
          <w:noProof/>
          <w:sz w:val="24"/>
          <w:lang w:val="en-US"/>
        </w:rPr>
        <w:t>ITP)</w:t>
      </w:r>
      <w:r w:rsidRPr="00093DFE">
        <w:rPr>
          <w:rFonts w:eastAsia="Arial" w:cs="Arial"/>
          <w:b/>
          <w:bCs/>
          <w:noProof/>
          <w:spacing w:val="1"/>
          <w:sz w:val="24"/>
          <w:lang w:val="en-US"/>
        </w:rPr>
        <w:t xml:space="preserve"> </w:t>
      </w:r>
      <w:r w:rsidRPr="00093DFE">
        <w:rPr>
          <w:rFonts w:eastAsia="Arial" w:cs="Arial"/>
          <w:b/>
          <w:bCs/>
          <w:noProof/>
          <w:sz w:val="24"/>
          <w:lang w:val="en-US"/>
        </w:rPr>
        <w:t>– H</w:t>
      </w:r>
      <w:r w:rsidRPr="00093DFE">
        <w:rPr>
          <w:rFonts w:eastAsia="Arial" w:cs="Arial"/>
          <w:b/>
          <w:bCs/>
          <w:noProof/>
          <w:spacing w:val="-1"/>
          <w:sz w:val="24"/>
          <w:lang w:val="en-US"/>
        </w:rPr>
        <w:t>A</w:t>
      </w:r>
      <w:r w:rsidRPr="00093DFE">
        <w:rPr>
          <w:rFonts w:eastAsia="Arial" w:cs="Arial"/>
          <w:b/>
          <w:bCs/>
          <w:noProof/>
          <w:sz w:val="24"/>
          <w:lang w:val="en-US"/>
        </w:rPr>
        <w:t>WAII IN CHILE</w:t>
      </w:r>
    </w:p>
    <w:p w14:paraId="4184E5C6" w14:textId="0B4C5C24" w:rsidR="00093DFE" w:rsidRPr="00093DFE" w:rsidRDefault="00093DFE" w:rsidP="00093DFE">
      <w:pPr>
        <w:tabs>
          <w:tab w:val="clear" w:pos="567"/>
          <w:tab w:val="left" w:pos="0"/>
          <w:tab w:val="left" w:pos="9090"/>
        </w:tabs>
        <w:ind w:right="-46"/>
        <w:jc w:val="center"/>
        <w:rPr>
          <w:rFonts w:eastAsia="Arial" w:cs="Arial"/>
          <w:noProof/>
          <w:sz w:val="24"/>
          <w:lang w:val="en-US"/>
        </w:rPr>
      </w:pPr>
      <w:r w:rsidRPr="00093DFE">
        <w:rPr>
          <w:rFonts w:eastAsia="Arial" w:cs="Arial"/>
          <w:b/>
          <w:bCs/>
          <w:noProof/>
          <w:sz w:val="24"/>
          <w:lang w:val="en-US"/>
        </w:rPr>
        <w:t>1–10 AUGUST 2018</w:t>
      </w:r>
    </w:p>
    <w:p w14:paraId="226FAAB5" w14:textId="77777777" w:rsidR="00093DFE" w:rsidRPr="00093DFE" w:rsidRDefault="00093DFE" w:rsidP="00093DFE">
      <w:pPr>
        <w:tabs>
          <w:tab w:val="clear" w:pos="567"/>
          <w:tab w:val="left" w:pos="0"/>
          <w:tab w:val="left" w:pos="9090"/>
        </w:tabs>
        <w:spacing w:line="120" w:lineRule="exact"/>
        <w:ind w:right="-46"/>
        <w:jc w:val="center"/>
        <w:rPr>
          <w:rFonts w:ascii="Times New Roman" w:hAnsi="Times New Roman"/>
          <w:noProof/>
          <w:sz w:val="12"/>
          <w:szCs w:val="12"/>
          <w:lang w:val="en-US"/>
        </w:rPr>
      </w:pPr>
    </w:p>
    <w:p w14:paraId="30F4AA10" w14:textId="77777777" w:rsidR="00093DFE" w:rsidRPr="00093DFE" w:rsidRDefault="00093DFE" w:rsidP="00960ED7">
      <w:pPr>
        <w:pBdr>
          <w:bottom w:val="single" w:sz="4" w:space="1" w:color="auto"/>
        </w:pBdr>
        <w:tabs>
          <w:tab w:val="clear" w:pos="567"/>
          <w:tab w:val="left" w:pos="0"/>
          <w:tab w:val="left" w:pos="9090"/>
        </w:tabs>
        <w:ind w:right="-46"/>
        <w:jc w:val="center"/>
        <w:rPr>
          <w:rFonts w:eastAsia="Arial" w:cs="Arial"/>
          <w:noProof/>
          <w:sz w:val="24"/>
          <w:lang w:val="en-US"/>
        </w:rPr>
      </w:pPr>
      <w:r w:rsidRPr="00093DFE">
        <w:rPr>
          <w:rFonts w:eastAsia="Arial" w:cs="Arial"/>
          <w:b/>
          <w:bCs/>
          <w:noProof/>
          <w:sz w:val="24"/>
          <w:lang w:val="en-US"/>
        </w:rPr>
        <w:t>A</w:t>
      </w:r>
      <w:r w:rsidRPr="00093DFE">
        <w:rPr>
          <w:rFonts w:eastAsia="Arial" w:cs="Arial"/>
          <w:b/>
          <w:bCs/>
          <w:noProof/>
          <w:spacing w:val="-1"/>
          <w:sz w:val="24"/>
          <w:lang w:val="en-US"/>
        </w:rPr>
        <w:t>P</w:t>
      </w:r>
      <w:r w:rsidRPr="00093DFE">
        <w:rPr>
          <w:rFonts w:eastAsia="Arial" w:cs="Arial"/>
          <w:b/>
          <w:bCs/>
          <w:noProof/>
          <w:sz w:val="24"/>
          <w:lang w:val="en-US"/>
        </w:rPr>
        <w:t>PLICA</w:t>
      </w:r>
      <w:r w:rsidRPr="00093DFE">
        <w:rPr>
          <w:rFonts w:eastAsia="Arial" w:cs="Arial"/>
          <w:b/>
          <w:bCs/>
          <w:noProof/>
          <w:spacing w:val="1"/>
          <w:sz w:val="24"/>
          <w:lang w:val="en-US"/>
        </w:rPr>
        <w:t>T</w:t>
      </w:r>
      <w:r w:rsidRPr="00093DFE">
        <w:rPr>
          <w:rFonts w:eastAsia="Arial" w:cs="Arial"/>
          <w:b/>
          <w:bCs/>
          <w:noProof/>
          <w:sz w:val="24"/>
          <w:lang w:val="en-US"/>
        </w:rPr>
        <w:t>I</w:t>
      </w:r>
      <w:r w:rsidRPr="00093DFE">
        <w:rPr>
          <w:rFonts w:eastAsia="Arial" w:cs="Arial"/>
          <w:b/>
          <w:bCs/>
          <w:noProof/>
          <w:spacing w:val="1"/>
          <w:sz w:val="24"/>
          <w:lang w:val="en-US"/>
        </w:rPr>
        <w:t>O</w:t>
      </w:r>
      <w:r w:rsidRPr="00093DFE">
        <w:rPr>
          <w:rFonts w:eastAsia="Arial" w:cs="Arial"/>
          <w:b/>
          <w:bCs/>
          <w:noProof/>
          <w:sz w:val="24"/>
          <w:lang w:val="en-US"/>
        </w:rPr>
        <w:t>N FORM</w:t>
      </w:r>
    </w:p>
    <w:p w14:paraId="352CE627" w14:textId="77777777" w:rsidR="00093DFE" w:rsidRPr="00093DFE" w:rsidRDefault="00093DFE" w:rsidP="00093DFE">
      <w:pPr>
        <w:spacing w:before="3" w:line="110" w:lineRule="exact"/>
        <w:rPr>
          <w:rFonts w:ascii="Times New Roman" w:hAnsi="Times New Roman"/>
          <w:noProof/>
          <w:sz w:val="11"/>
          <w:szCs w:val="11"/>
          <w:lang w:val="en-US"/>
        </w:rPr>
      </w:pPr>
    </w:p>
    <w:p w14:paraId="168644CE" w14:textId="77777777" w:rsidR="00093DFE" w:rsidRPr="00093DFE" w:rsidRDefault="00093DFE" w:rsidP="00093DFE">
      <w:pPr>
        <w:spacing w:line="200" w:lineRule="exact"/>
        <w:rPr>
          <w:rFonts w:ascii="Times New Roman" w:hAnsi="Times New Roman"/>
          <w:noProof/>
          <w:sz w:val="20"/>
          <w:szCs w:val="20"/>
          <w:lang w:val="en-US"/>
        </w:rPr>
      </w:pPr>
    </w:p>
    <w:p w14:paraId="380A561F" w14:textId="77777777" w:rsidR="00093DFE" w:rsidRPr="00093DFE" w:rsidRDefault="00093DFE" w:rsidP="00093DFE">
      <w:pPr>
        <w:outlineLvl w:val="0"/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b/>
          <w:noProof/>
          <w:szCs w:val="22"/>
          <w:lang w:val="en-US"/>
        </w:rPr>
        <w:t>APPLICATION DEADLINE:  FRIDAY, 1 JUNE 2018</w:t>
      </w:r>
    </w:p>
    <w:p w14:paraId="7F96C171" w14:textId="77777777" w:rsidR="00093DFE" w:rsidRPr="00093DFE" w:rsidRDefault="00093DFE" w:rsidP="00093DFE">
      <w:pPr>
        <w:outlineLvl w:val="0"/>
        <w:rPr>
          <w:rFonts w:cs="Arial"/>
          <w:b/>
          <w:noProof/>
          <w:sz w:val="16"/>
          <w:szCs w:val="16"/>
          <w:lang w:val="en-US"/>
        </w:rPr>
      </w:pPr>
    </w:p>
    <w:p w14:paraId="5588189E" w14:textId="77777777" w:rsidR="00093DFE" w:rsidRPr="00093DFE" w:rsidRDefault="00093DFE" w:rsidP="00093DFE">
      <w:pPr>
        <w:outlineLvl w:val="0"/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b/>
          <w:noProof/>
          <w:szCs w:val="22"/>
          <w:lang w:val="en-US"/>
        </w:rPr>
        <w:t>Please type or write in BLOCK letters in English</w:t>
      </w:r>
    </w:p>
    <w:p w14:paraId="612535F2" w14:textId="77777777" w:rsidR="00093DFE" w:rsidRPr="00093DFE" w:rsidRDefault="00093DFE" w:rsidP="00093DFE">
      <w:pPr>
        <w:outlineLvl w:val="0"/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b/>
          <w:noProof/>
          <w:szCs w:val="22"/>
          <w:lang w:val="en-US"/>
        </w:rPr>
        <w:t>Please submit by E-MAIL or FAX to:</w:t>
      </w:r>
    </w:p>
    <w:p w14:paraId="6B9368DE" w14:textId="77777777" w:rsidR="00093DFE" w:rsidRPr="00093DFE" w:rsidRDefault="00093DFE" w:rsidP="00093DFE">
      <w:pPr>
        <w:outlineLvl w:val="0"/>
        <w:rPr>
          <w:rFonts w:cs="Arial"/>
          <w:b/>
          <w:noProof/>
          <w:sz w:val="10"/>
          <w:szCs w:val="10"/>
          <w:lang w:val="en-US"/>
        </w:rPr>
      </w:pPr>
    </w:p>
    <w:p w14:paraId="112AF254" w14:textId="1961E77A" w:rsidR="00093DFE" w:rsidRPr="00960ED7" w:rsidRDefault="00093DFE" w:rsidP="00093DFE">
      <w:pPr>
        <w:tabs>
          <w:tab w:val="clear" w:pos="567"/>
          <w:tab w:val="left" w:pos="1080"/>
          <w:tab w:val="left" w:pos="4950"/>
          <w:tab w:val="left" w:pos="6300"/>
        </w:tabs>
        <w:outlineLvl w:val="0"/>
        <w:rPr>
          <w:rFonts w:cs="Arial"/>
          <w:noProof/>
          <w:color w:val="000000" w:themeColor="text1"/>
          <w:szCs w:val="22"/>
          <w:lang w:val="en-US"/>
        </w:rPr>
      </w:pPr>
      <w:r w:rsidRPr="00093DFE">
        <w:rPr>
          <w:rFonts w:cs="Arial"/>
          <w:b/>
          <w:noProof/>
          <w:color w:val="000000" w:themeColor="text1"/>
          <w:szCs w:val="22"/>
          <w:lang w:val="en-US"/>
        </w:rPr>
        <w:t>E-MAIL:</w:t>
      </w:r>
      <w:r w:rsidRPr="00093DFE">
        <w:rPr>
          <w:rFonts w:cs="Arial"/>
          <w:b/>
          <w:noProof/>
          <w:color w:val="000000" w:themeColor="text1"/>
          <w:szCs w:val="22"/>
          <w:lang w:val="en-US"/>
        </w:rPr>
        <w:tab/>
      </w:r>
      <w:r w:rsidRPr="00A645E5">
        <w:rPr>
          <w:rFonts w:cs="Arial"/>
          <w:noProof/>
          <w:color w:val="000000" w:themeColor="text1"/>
          <w:szCs w:val="22"/>
          <w:lang w:val="en-US"/>
        </w:rPr>
        <w:t>czuniga@shoa.cl</w:t>
      </w:r>
      <w:r w:rsidRPr="00960ED7">
        <w:rPr>
          <w:rFonts w:cs="Arial"/>
          <w:noProof/>
          <w:color w:val="000000" w:themeColor="text1"/>
          <w:szCs w:val="22"/>
          <w:lang w:val="en-US"/>
        </w:rPr>
        <w:t xml:space="preserve"> (SHOA)</w:t>
      </w:r>
      <w:r w:rsidRPr="00960ED7">
        <w:rPr>
          <w:rFonts w:cs="Arial"/>
          <w:noProof/>
          <w:color w:val="000000" w:themeColor="text1"/>
          <w:szCs w:val="22"/>
          <w:lang w:val="en-US"/>
        </w:rPr>
        <w:tab/>
        <w:t>FAX (ITIC):</w:t>
      </w:r>
      <w:r w:rsidRPr="00960ED7">
        <w:rPr>
          <w:rFonts w:cs="Arial"/>
          <w:noProof/>
          <w:color w:val="000000" w:themeColor="text1"/>
          <w:szCs w:val="22"/>
          <w:lang w:val="en-US"/>
        </w:rPr>
        <w:tab/>
        <w:t xml:space="preserve">+1 808 725 6055    </w:t>
      </w:r>
    </w:p>
    <w:p w14:paraId="379F46B9" w14:textId="77777777" w:rsidR="00093DFE" w:rsidRPr="00960ED7" w:rsidRDefault="00093DFE" w:rsidP="00093DFE">
      <w:pPr>
        <w:tabs>
          <w:tab w:val="clear" w:pos="567"/>
          <w:tab w:val="left" w:pos="1080"/>
          <w:tab w:val="left" w:pos="4950"/>
          <w:tab w:val="left" w:pos="6300"/>
        </w:tabs>
        <w:outlineLvl w:val="0"/>
        <w:rPr>
          <w:rFonts w:cs="Arial"/>
          <w:noProof/>
          <w:color w:val="000000" w:themeColor="text1"/>
          <w:szCs w:val="22"/>
          <w:lang w:val="en-US"/>
        </w:rPr>
      </w:pPr>
      <w:r w:rsidRPr="00960ED7">
        <w:rPr>
          <w:rFonts w:cs="Arial"/>
          <w:noProof/>
          <w:color w:val="000000" w:themeColor="text1"/>
          <w:szCs w:val="22"/>
          <w:lang w:val="en-US"/>
        </w:rPr>
        <w:tab/>
        <w:t>laura.kong@noaa.gov (ITIC)</w:t>
      </w:r>
    </w:p>
    <w:p w14:paraId="7469089C" w14:textId="044E7F43" w:rsidR="00093DFE" w:rsidRPr="00960ED7" w:rsidRDefault="00093DFE" w:rsidP="00093DFE">
      <w:pPr>
        <w:tabs>
          <w:tab w:val="clear" w:pos="567"/>
          <w:tab w:val="left" w:pos="1080"/>
          <w:tab w:val="left" w:pos="4950"/>
          <w:tab w:val="left" w:pos="6300"/>
        </w:tabs>
        <w:outlineLvl w:val="0"/>
        <w:rPr>
          <w:rFonts w:cs="Arial"/>
          <w:noProof/>
          <w:color w:val="000000" w:themeColor="text1"/>
          <w:szCs w:val="22"/>
          <w:u w:val="single"/>
          <w:lang w:val="en-US"/>
        </w:rPr>
      </w:pPr>
      <w:r w:rsidRPr="00960ED7">
        <w:rPr>
          <w:rFonts w:cs="Arial"/>
          <w:noProof/>
          <w:color w:val="000000" w:themeColor="text1"/>
          <w:szCs w:val="22"/>
          <w:lang w:val="en-US"/>
        </w:rPr>
        <w:tab/>
        <w:t xml:space="preserve">b.aliaga@unesco.org (IOC) </w:t>
      </w:r>
    </w:p>
    <w:p w14:paraId="7C7C4DF7" w14:textId="77777777" w:rsidR="00093DFE" w:rsidRPr="00960ED7" w:rsidRDefault="00093DFE" w:rsidP="00093DFE">
      <w:pPr>
        <w:tabs>
          <w:tab w:val="clear" w:pos="567"/>
          <w:tab w:val="left" w:pos="1080"/>
          <w:tab w:val="left" w:pos="4950"/>
          <w:tab w:val="left" w:pos="5760"/>
        </w:tabs>
        <w:outlineLvl w:val="0"/>
        <w:rPr>
          <w:rFonts w:cs="Arial"/>
          <w:noProof/>
          <w:szCs w:val="22"/>
          <w:lang w:val="en-US"/>
        </w:rPr>
      </w:pPr>
      <w:r w:rsidRPr="00960ED7">
        <w:rPr>
          <w:rFonts w:cs="Arial"/>
          <w:noProof/>
          <w:color w:val="000000" w:themeColor="text1"/>
          <w:szCs w:val="22"/>
          <w:lang w:val="en-US"/>
        </w:rPr>
        <w:tab/>
      </w:r>
      <w:r w:rsidRPr="00960ED7">
        <w:rPr>
          <w:rFonts w:cs="Arial"/>
          <w:noProof/>
          <w:szCs w:val="22"/>
          <w:lang w:val="en-US"/>
        </w:rPr>
        <w:tab/>
        <w:t xml:space="preserve"> </w:t>
      </w:r>
    </w:p>
    <w:p w14:paraId="47C80254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p w14:paraId="3CB83F86" w14:textId="77777777" w:rsidR="00093DFE" w:rsidRPr="00093DFE" w:rsidRDefault="00093DFE" w:rsidP="00093DFE">
      <w:pPr>
        <w:numPr>
          <w:ilvl w:val="0"/>
          <w:numId w:val="42"/>
        </w:numPr>
        <w:tabs>
          <w:tab w:val="clear" w:pos="567"/>
        </w:tabs>
        <w:snapToGrid/>
        <w:rPr>
          <w:rFonts w:cs="Arial"/>
          <w:b/>
          <w:bCs/>
          <w:noProof/>
          <w:szCs w:val="22"/>
          <w:lang w:val="en-US"/>
        </w:rPr>
      </w:pPr>
      <w:r w:rsidRPr="00093DFE">
        <w:rPr>
          <w:rFonts w:cs="Arial"/>
          <w:b/>
          <w:bCs/>
          <w:noProof/>
          <w:szCs w:val="22"/>
          <w:lang w:val="en-US"/>
        </w:rPr>
        <w:t>PERSONAL INFORMATION</w:t>
      </w:r>
    </w:p>
    <w:p w14:paraId="0369DCC3" w14:textId="77777777" w:rsidR="00093DFE" w:rsidRPr="00093DFE" w:rsidRDefault="00093DFE" w:rsidP="00093DFE">
      <w:pPr>
        <w:rPr>
          <w:rFonts w:cs="Arial"/>
          <w:noProof/>
          <w:sz w:val="16"/>
          <w:szCs w:val="16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6934"/>
      </w:tblGrid>
      <w:tr w:rsidR="00093DFE" w:rsidRPr="00093DFE" w14:paraId="6E44399C" w14:textId="77777777" w:rsidTr="00FD14BA">
        <w:trPr>
          <w:trHeight w:val="466"/>
        </w:trPr>
        <w:tc>
          <w:tcPr>
            <w:tcW w:w="1399" w:type="pct"/>
            <w:vAlign w:val="center"/>
          </w:tcPr>
          <w:p w14:paraId="0F46D998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NAME</w:t>
            </w:r>
          </w:p>
        </w:tc>
        <w:tc>
          <w:tcPr>
            <w:tcW w:w="3601" w:type="pct"/>
            <w:vAlign w:val="center"/>
          </w:tcPr>
          <w:p w14:paraId="2C164AE7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A645E5" w14:paraId="6FA90545" w14:textId="77777777" w:rsidTr="00FD14BA">
        <w:trPr>
          <w:trHeight w:val="466"/>
        </w:trPr>
        <w:tc>
          <w:tcPr>
            <w:tcW w:w="1399" w:type="pct"/>
            <w:vAlign w:val="center"/>
          </w:tcPr>
          <w:p w14:paraId="4A6310A1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TITLE</w:t>
            </w:r>
          </w:p>
        </w:tc>
        <w:tc>
          <w:tcPr>
            <w:tcW w:w="3601" w:type="pct"/>
            <w:vAlign w:val="center"/>
          </w:tcPr>
          <w:p w14:paraId="5581CD2C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bookmarkEnd w:id="0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DR.     </w:t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bookmarkEnd w:id="1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 PROF.    </w:t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MR.     </w:t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4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bookmarkEnd w:id="2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MS.     </w:t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5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bookmarkEnd w:id="3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others _________</w:t>
            </w:r>
          </w:p>
        </w:tc>
      </w:tr>
      <w:tr w:rsidR="00093DFE" w:rsidRPr="00093DFE" w14:paraId="7815212A" w14:textId="77777777" w:rsidTr="00FD14BA">
        <w:trPr>
          <w:trHeight w:val="466"/>
        </w:trPr>
        <w:tc>
          <w:tcPr>
            <w:tcW w:w="1399" w:type="pct"/>
            <w:vAlign w:val="center"/>
          </w:tcPr>
          <w:p w14:paraId="423C24AC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SEX</w:t>
            </w:r>
          </w:p>
        </w:tc>
        <w:tc>
          <w:tcPr>
            <w:tcW w:w="3601" w:type="pct"/>
            <w:vAlign w:val="center"/>
          </w:tcPr>
          <w:p w14:paraId="1857B706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MALE     </w:t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7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bookmarkEnd w:id="4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FEMALE</w:t>
            </w:r>
          </w:p>
        </w:tc>
      </w:tr>
      <w:tr w:rsidR="00093DFE" w:rsidRPr="00093DFE" w14:paraId="33FD149D" w14:textId="77777777" w:rsidTr="00FD14BA">
        <w:trPr>
          <w:trHeight w:val="466"/>
        </w:trPr>
        <w:tc>
          <w:tcPr>
            <w:tcW w:w="1399" w:type="pct"/>
            <w:vAlign w:val="center"/>
          </w:tcPr>
          <w:p w14:paraId="5DA64D1B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NATIONALITY</w:t>
            </w:r>
          </w:p>
        </w:tc>
        <w:tc>
          <w:tcPr>
            <w:tcW w:w="3601" w:type="pct"/>
            <w:vAlign w:val="center"/>
          </w:tcPr>
          <w:p w14:paraId="4FE8E098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30AAC854" w14:textId="77777777" w:rsidTr="00FD14BA">
        <w:trPr>
          <w:trHeight w:val="466"/>
        </w:trPr>
        <w:tc>
          <w:tcPr>
            <w:tcW w:w="1399" w:type="pct"/>
            <w:vAlign w:val="center"/>
          </w:tcPr>
          <w:p w14:paraId="0F0CAC5F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HOME ADDRESS</w:t>
            </w:r>
          </w:p>
        </w:tc>
        <w:tc>
          <w:tcPr>
            <w:tcW w:w="3601" w:type="pct"/>
            <w:vAlign w:val="center"/>
          </w:tcPr>
          <w:p w14:paraId="743D6A1D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731CBDD0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1812EBAA" w14:textId="77777777" w:rsidTr="00FD14BA">
        <w:trPr>
          <w:trHeight w:val="466"/>
        </w:trPr>
        <w:tc>
          <w:tcPr>
            <w:tcW w:w="1399" w:type="pct"/>
            <w:vAlign w:val="center"/>
          </w:tcPr>
          <w:p w14:paraId="22D40A6C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TELEPHONE NUMBER</w:t>
            </w:r>
          </w:p>
        </w:tc>
        <w:tc>
          <w:tcPr>
            <w:tcW w:w="3601" w:type="pct"/>
            <w:vAlign w:val="center"/>
          </w:tcPr>
          <w:p w14:paraId="3BA084C9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2486BC68" w14:textId="77777777" w:rsidTr="00FD14BA">
        <w:trPr>
          <w:trHeight w:val="466"/>
        </w:trPr>
        <w:tc>
          <w:tcPr>
            <w:tcW w:w="1399" w:type="pct"/>
            <w:vAlign w:val="center"/>
          </w:tcPr>
          <w:p w14:paraId="28E787AA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FAX NUMBER</w:t>
            </w:r>
          </w:p>
        </w:tc>
        <w:tc>
          <w:tcPr>
            <w:tcW w:w="3601" w:type="pct"/>
            <w:vAlign w:val="center"/>
          </w:tcPr>
          <w:p w14:paraId="554C535B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6C26B8A6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03C54E3A" w14:textId="77777777" w:rsidTr="00FD14BA">
        <w:trPr>
          <w:trHeight w:val="466"/>
        </w:trPr>
        <w:tc>
          <w:tcPr>
            <w:tcW w:w="1399" w:type="pct"/>
            <w:vAlign w:val="center"/>
          </w:tcPr>
          <w:p w14:paraId="5FF69E3F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EMAIL ADDRESS</w:t>
            </w:r>
          </w:p>
        </w:tc>
        <w:tc>
          <w:tcPr>
            <w:tcW w:w="3601" w:type="pct"/>
            <w:vAlign w:val="center"/>
          </w:tcPr>
          <w:p w14:paraId="1321C72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11E11A94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</w:tbl>
    <w:p w14:paraId="4356ABDC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p w14:paraId="6F0BF7E0" w14:textId="77777777" w:rsidR="00093DFE" w:rsidRPr="00093DFE" w:rsidRDefault="00093DFE" w:rsidP="00093DFE">
      <w:pPr>
        <w:numPr>
          <w:ilvl w:val="0"/>
          <w:numId w:val="42"/>
        </w:numPr>
        <w:tabs>
          <w:tab w:val="clear" w:pos="567"/>
        </w:tabs>
        <w:snapToGrid/>
        <w:ind w:left="360"/>
        <w:rPr>
          <w:rFonts w:cs="Arial"/>
          <w:b/>
          <w:bCs/>
          <w:noProof/>
          <w:szCs w:val="22"/>
          <w:lang w:val="en-US"/>
        </w:rPr>
      </w:pPr>
      <w:r w:rsidRPr="00093DFE">
        <w:rPr>
          <w:rFonts w:cs="Arial"/>
          <w:b/>
          <w:bCs/>
          <w:noProof/>
          <w:szCs w:val="22"/>
          <w:lang w:val="en-US"/>
        </w:rPr>
        <w:t>PROFESSIONAL BACKGROUND</w:t>
      </w:r>
    </w:p>
    <w:p w14:paraId="39314E3A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65"/>
        <w:gridCol w:w="6963"/>
      </w:tblGrid>
      <w:tr w:rsidR="00093DFE" w:rsidRPr="00093DFE" w14:paraId="790231D8" w14:textId="77777777" w:rsidTr="00FD14BA">
        <w:tc>
          <w:tcPr>
            <w:tcW w:w="1384" w:type="pct"/>
            <w:vAlign w:val="center"/>
          </w:tcPr>
          <w:p w14:paraId="3392D8AB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OFFICE/</w:t>
            </w:r>
          </w:p>
          <w:p w14:paraId="238EEA8B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ORGANIZATION</w:t>
            </w:r>
          </w:p>
        </w:tc>
        <w:tc>
          <w:tcPr>
            <w:tcW w:w="3616" w:type="pct"/>
            <w:vAlign w:val="center"/>
          </w:tcPr>
          <w:p w14:paraId="3CC8A8D8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5B6EA3DE" w14:textId="77777777" w:rsidTr="00FD14BA">
        <w:tc>
          <w:tcPr>
            <w:tcW w:w="1384" w:type="pct"/>
            <w:vAlign w:val="center"/>
          </w:tcPr>
          <w:p w14:paraId="643F2154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POSITION</w:t>
            </w:r>
          </w:p>
        </w:tc>
        <w:tc>
          <w:tcPr>
            <w:tcW w:w="3616" w:type="pct"/>
            <w:vAlign w:val="center"/>
          </w:tcPr>
          <w:p w14:paraId="64EE8914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2E0D9DE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783A5F47" w14:textId="77777777" w:rsidTr="00FD14BA">
        <w:tc>
          <w:tcPr>
            <w:tcW w:w="1384" w:type="pct"/>
            <w:vAlign w:val="center"/>
          </w:tcPr>
          <w:p w14:paraId="3E916167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3616" w:type="pct"/>
            <w:vAlign w:val="center"/>
          </w:tcPr>
          <w:p w14:paraId="6A527984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790CB9A1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290FC466" w14:textId="77777777" w:rsidTr="00FD14BA">
        <w:tc>
          <w:tcPr>
            <w:tcW w:w="1384" w:type="pct"/>
            <w:vAlign w:val="center"/>
          </w:tcPr>
          <w:p w14:paraId="7266287E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TELEPHONE NUMBER</w:t>
            </w:r>
          </w:p>
        </w:tc>
        <w:tc>
          <w:tcPr>
            <w:tcW w:w="3616" w:type="pct"/>
            <w:vAlign w:val="center"/>
          </w:tcPr>
          <w:p w14:paraId="542C53CC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439793D9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398E96D9" w14:textId="77777777" w:rsidTr="00FD14BA">
        <w:tc>
          <w:tcPr>
            <w:tcW w:w="1384" w:type="pct"/>
            <w:vAlign w:val="center"/>
          </w:tcPr>
          <w:p w14:paraId="5CEE4B5A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FAX NUMBER</w:t>
            </w:r>
          </w:p>
        </w:tc>
        <w:tc>
          <w:tcPr>
            <w:tcW w:w="3616" w:type="pct"/>
            <w:vAlign w:val="center"/>
          </w:tcPr>
          <w:p w14:paraId="3CCDB4C8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3A9D2483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7E5FF308" w14:textId="77777777" w:rsidTr="00FD14BA">
        <w:tc>
          <w:tcPr>
            <w:tcW w:w="1384" w:type="pct"/>
            <w:vAlign w:val="center"/>
          </w:tcPr>
          <w:p w14:paraId="2E3DD3D5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EMAIL ADDRESS</w:t>
            </w:r>
          </w:p>
        </w:tc>
        <w:tc>
          <w:tcPr>
            <w:tcW w:w="3616" w:type="pct"/>
            <w:vAlign w:val="center"/>
          </w:tcPr>
          <w:p w14:paraId="14F4536B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7C30FCD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</w:tbl>
    <w:p w14:paraId="41FB65BA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p w14:paraId="647A7918" w14:textId="77777777" w:rsidR="00093DFE" w:rsidRPr="00093DFE" w:rsidRDefault="00093DFE" w:rsidP="00093DFE">
      <w:pPr>
        <w:numPr>
          <w:ilvl w:val="0"/>
          <w:numId w:val="42"/>
        </w:numPr>
        <w:tabs>
          <w:tab w:val="clear" w:pos="567"/>
        </w:tabs>
        <w:snapToGrid/>
        <w:ind w:left="360"/>
        <w:rPr>
          <w:rFonts w:cs="Arial"/>
          <w:b/>
          <w:bCs/>
          <w:noProof/>
          <w:szCs w:val="22"/>
          <w:lang w:val="en-US"/>
        </w:rPr>
      </w:pPr>
      <w:r w:rsidRPr="00093DFE">
        <w:rPr>
          <w:rFonts w:cs="Arial"/>
          <w:b/>
          <w:bCs/>
          <w:noProof/>
          <w:szCs w:val="22"/>
          <w:lang w:val="en-US"/>
        </w:rPr>
        <w:t>EDUCATIONAL BACKGROUND</w:t>
      </w:r>
    </w:p>
    <w:p w14:paraId="49847678" w14:textId="77777777" w:rsidR="00093DFE" w:rsidRPr="00093DFE" w:rsidRDefault="00093DFE" w:rsidP="00093DFE">
      <w:pPr>
        <w:tabs>
          <w:tab w:val="clear" w:pos="567"/>
        </w:tabs>
        <w:snapToGrid/>
        <w:ind w:left="360"/>
        <w:rPr>
          <w:rFonts w:cs="Arial"/>
          <w:b/>
          <w:bCs/>
          <w:noProof/>
          <w:sz w:val="20"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3"/>
        <w:gridCol w:w="2829"/>
        <w:gridCol w:w="3177"/>
        <w:gridCol w:w="2109"/>
      </w:tblGrid>
      <w:tr w:rsidR="00093DFE" w:rsidRPr="00093DFE" w14:paraId="22ACDAC6" w14:textId="77777777" w:rsidTr="00FD14BA">
        <w:tc>
          <w:tcPr>
            <w:tcW w:w="786" w:type="pct"/>
            <w:shd w:val="clear" w:color="auto" w:fill="FFFF99"/>
            <w:vAlign w:val="center"/>
          </w:tcPr>
          <w:p w14:paraId="79C1B0E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LEVEL</w:t>
            </w:r>
          </w:p>
        </w:tc>
        <w:tc>
          <w:tcPr>
            <w:tcW w:w="1469" w:type="pct"/>
            <w:shd w:val="clear" w:color="auto" w:fill="FFFF99"/>
            <w:vAlign w:val="center"/>
          </w:tcPr>
          <w:p w14:paraId="16ABBF65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SCHOOL</w:t>
            </w:r>
          </w:p>
        </w:tc>
        <w:tc>
          <w:tcPr>
            <w:tcW w:w="1650" w:type="pct"/>
            <w:shd w:val="clear" w:color="auto" w:fill="FFFF99"/>
            <w:vAlign w:val="center"/>
          </w:tcPr>
          <w:p w14:paraId="55DA51BE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DEGREE</w:t>
            </w:r>
          </w:p>
        </w:tc>
        <w:tc>
          <w:tcPr>
            <w:tcW w:w="1095" w:type="pct"/>
            <w:shd w:val="clear" w:color="auto" w:fill="FFFF99"/>
            <w:vAlign w:val="center"/>
          </w:tcPr>
          <w:p w14:paraId="337ECDE0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YEAR GRADUATED</w:t>
            </w:r>
          </w:p>
        </w:tc>
      </w:tr>
      <w:tr w:rsidR="00093DFE" w:rsidRPr="00093DFE" w14:paraId="5478C7A1" w14:textId="77777777" w:rsidTr="00FD14BA">
        <w:tc>
          <w:tcPr>
            <w:tcW w:w="786" w:type="pct"/>
            <w:vAlign w:val="center"/>
          </w:tcPr>
          <w:p w14:paraId="5C51B3F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COLLEGE</w:t>
            </w:r>
          </w:p>
          <w:p w14:paraId="457138D5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469" w:type="pct"/>
            <w:vAlign w:val="center"/>
          </w:tcPr>
          <w:p w14:paraId="239E2F21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0682C01C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650" w:type="pct"/>
            <w:vAlign w:val="center"/>
          </w:tcPr>
          <w:p w14:paraId="6110B1B6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587E6E27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95" w:type="pct"/>
            <w:vAlign w:val="center"/>
          </w:tcPr>
          <w:p w14:paraId="0554C29C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1FBA987D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13D531CE" w14:textId="77777777" w:rsidTr="00FD14BA">
        <w:trPr>
          <w:trHeight w:val="544"/>
        </w:trPr>
        <w:tc>
          <w:tcPr>
            <w:tcW w:w="786" w:type="pct"/>
            <w:vAlign w:val="center"/>
          </w:tcPr>
          <w:p w14:paraId="388F4B9F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MASTER</w:t>
            </w:r>
          </w:p>
          <w:p w14:paraId="6C54EE5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469" w:type="pct"/>
            <w:vAlign w:val="center"/>
          </w:tcPr>
          <w:p w14:paraId="1147BEA5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650" w:type="pct"/>
            <w:vAlign w:val="center"/>
          </w:tcPr>
          <w:p w14:paraId="0869875A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95" w:type="pct"/>
            <w:vAlign w:val="center"/>
          </w:tcPr>
          <w:p w14:paraId="537A3F24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090E02E8" w14:textId="77777777" w:rsidTr="00FD14BA">
        <w:tc>
          <w:tcPr>
            <w:tcW w:w="786" w:type="pct"/>
            <w:vAlign w:val="center"/>
          </w:tcPr>
          <w:p w14:paraId="74E46A9F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DOCTORAL</w:t>
            </w:r>
          </w:p>
          <w:p w14:paraId="79DB5E34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469" w:type="pct"/>
            <w:vAlign w:val="center"/>
          </w:tcPr>
          <w:p w14:paraId="6FB9E840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650" w:type="pct"/>
            <w:vAlign w:val="center"/>
          </w:tcPr>
          <w:p w14:paraId="4A0FC6BA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95" w:type="pct"/>
            <w:vAlign w:val="center"/>
          </w:tcPr>
          <w:p w14:paraId="5A47A190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36A1D91B" w14:textId="77777777" w:rsidTr="00FD14BA">
        <w:tc>
          <w:tcPr>
            <w:tcW w:w="786" w:type="pct"/>
            <w:vAlign w:val="center"/>
          </w:tcPr>
          <w:p w14:paraId="79923FD7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POST DOCTORAL</w:t>
            </w:r>
          </w:p>
        </w:tc>
        <w:tc>
          <w:tcPr>
            <w:tcW w:w="1469" w:type="pct"/>
            <w:vAlign w:val="center"/>
          </w:tcPr>
          <w:p w14:paraId="7AA818D5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650" w:type="pct"/>
            <w:vAlign w:val="center"/>
          </w:tcPr>
          <w:p w14:paraId="1DCD9BCB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95" w:type="pct"/>
            <w:vAlign w:val="center"/>
          </w:tcPr>
          <w:p w14:paraId="73DE6A53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</w:tbl>
    <w:p w14:paraId="76C64EF9" w14:textId="77777777" w:rsidR="00093DFE" w:rsidRPr="00093DFE" w:rsidRDefault="00093DFE" w:rsidP="00093DFE">
      <w:pPr>
        <w:numPr>
          <w:ilvl w:val="0"/>
          <w:numId w:val="42"/>
        </w:numPr>
        <w:tabs>
          <w:tab w:val="clear" w:pos="567"/>
        </w:tabs>
        <w:snapToGrid/>
        <w:ind w:left="360"/>
        <w:rPr>
          <w:rFonts w:cs="Arial"/>
          <w:b/>
          <w:bCs/>
          <w:noProof/>
          <w:szCs w:val="22"/>
          <w:lang w:val="en-US"/>
        </w:rPr>
      </w:pPr>
      <w:r w:rsidRPr="00093DFE">
        <w:rPr>
          <w:rFonts w:cs="Arial"/>
          <w:b/>
          <w:bCs/>
          <w:noProof/>
          <w:szCs w:val="22"/>
          <w:lang w:val="en-US"/>
        </w:rPr>
        <w:t>TSUNAMI- RELATED TRAININGS ATTENDED</w:t>
      </w:r>
    </w:p>
    <w:p w14:paraId="30D0A4CA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2"/>
        <w:gridCol w:w="3179"/>
        <w:gridCol w:w="2107"/>
      </w:tblGrid>
      <w:tr w:rsidR="00093DFE" w:rsidRPr="00093DFE" w14:paraId="740D8189" w14:textId="77777777" w:rsidTr="00FD14BA">
        <w:tc>
          <w:tcPr>
            <w:tcW w:w="2255" w:type="pct"/>
            <w:shd w:val="clear" w:color="auto" w:fill="FFFF99"/>
            <w:vAlign w:val="center"/>
          </w:tcPr>
          <w:p w14:paraId="4F4E9673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TITLE OR SUBJECT</w:t>
            </w:r>
          </w:p>
        </w:tc>
        <w:tc>
          <w:tcPr>
            <w:tcW w:w="1651" w:type="pct"/>
            <w:shd w:val="clear" w:color="auto" w:fill="FFFF99"/>
            <w:vAlign w:val="center"/>
          </w:tcPr>
          <w:p w14:paraId="14EE950B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CONDUCTED BY</w:t>
            </w:r>
          </w:p>
        </w:tc>
        <w:tc>
          <w:tcPr>
            <w:tcW w:w="1094" w:type="pct"/>
            <w:shd w:val="clear" w:color="auto" w:fill="FFFF99"/>
            <w:vAlign w:val="center"/>
          </w:tcPr>
          <w:p w14:paraId="1FD8839E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DATES</w:t>
            </w:r>
          </w:p>
          <w:p w14:paraId="503DF5DA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7A08F191" w14:textId="77777777" w:rsidTr="00FD14BA">
        <w:tc>
          <w:tcPr>
            <w:tcW w:w="2255" w:type="pct"/>
          </w:tcPr>
          <w:p w14:paraId="452F60B3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459D9DA6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651" w:type="pct"/>
          </w:tcPr>
          <w:p w14:paraId="4AB5D55A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3CC6B4B0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94" w:type="pct"/>
          </w:tcPr>
          <w:p w14:paraId="2E0E995B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011E1499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18EB3CB3" w14:textId="77777777" w:rsidTr="00FD14BA">
        <w:tc>
          <w:tcPr>
            <w:tcW w:w="2255" w:type="pct"/>
          </w:tcPr>
          <w:p w14:paraId="44284C86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590C9801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651" w:type="pct"/>
          </w:tcPr>
          <w:p w14:paraId="53304AB5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94" w:type="pct"/>
          </w:tcPr>
          <w:p w14:paraId="7EAEF49E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685CADAD" w14:textId="77777777" w:rsidTr="00FD14BA">
        <w:tc>
          <w:tcPr>
            <w:tcW w:w="2255" w:type="pct"/>
          </w:tcPr>
          <w:p w14:paraId="138456B4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56FEE94B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651" w:type="pct"/>
          </w:tcPr>
          <w:p w14:paraId="0C48BB0A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94" w:type="pct"/>
          </w:tcPr>
          <w:p w14:paraId="5D3C2B79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</w:tbl>
    <w:p w14:paraId="467FB531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p w14:paraId="2C56EF7F" w14:textId="77777777" w:rsidR="00093DFE" w:rsidRPr="00093DFE" w:rsidRDefault="00093DFE" w:rsidP="00093DFE">
      <w:pPr>
        <w:numPr>
          <w:ilvl w:val="0"/>
          <w:numId w:val="42"/>
        </w:numPr>
        <w:tabs>
          <w:tab w:val="clear" w:pos="567"/>
          <w:tab w:val="num" w:pos="450"/>
        </w:tabs>
        <w:snapToGrid/>
        <w:ind w:left="360"/>
        <w:rPr>
          <w:rFonts w:cs="Arial"/>
          <w:b/>
          <w:bCs/>
          <w:noProof/>
          <w:szCs w:val="22"/>
          <w:lang w:val="en-US"/>
        </w:rPr>
      </w:pPr>
      <w:r w:rsidRPr="00093DFE">
        <w:rPr>
          <w:rFonts w:cs="Arial"/>
          <w:b/>
          <w:bCs/>
          <w:noProof/>
          <w:szCs w:val="22"/>
          <w:lang w:val="en-US"/>
        </w:rPr>
        <w:t>OTHER RELATED TSUNAMI-RELATED JOB EXPERIENCE</w:t>
      </w:r>
    </w:p>
    <w:p w14:paraId="1E2E94AF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2"/>
        <w:gridCol w:w="3179"/>
        <w:gridCol w:w="2107"/>
      </w:tblGrid>
      <w:tr w:rsidR="00093DFE" w:rsidRPr="00093DFE" w14:paraId="1DF8F292" w14:textId="77777777" w:rsidTr="00FD14BA">
        <w:tc>
          <w:tcPr>
            <w:tcW w:w="2255" w:type="pct"/>
            <w:shd w:val="clear" w:color="auto" w:fill="FFFF99"/>
            <w:vAlign w:val="center"/>
          </w:tcPr>
          <w:p w14:paraId="7C0AC43A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OFFICE / ORGANIZATION</w:t>
            </w:r>
          </w:p>
          <w:p w14:paraId="4416F04A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JOB DESCRIPTION</w:t>
            </w:r>
          </w:p>
        </w:tc>
        <w:tc>
          <w:tcPr>
            <w:tcW w:w="1651" w:type="pct"/>
            <w:shd w:val="clear" w:color="auto" w:fill="FFFF99"/>
            <w:vAlign w:val="center"/>
          </w:tcPr>
          <w:p w14:paraId="3F0D0D3E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POSITION</w:t>
            </w:r>
          </w:p>
        </w:tc>
        <w:tc>
          <w:tcPr>
            <w:tcW w:w="1094" w:type="pct"/>
            <w:shd w:val="clear" w:color="auto" w:fill="FFFF99"/>
            <w:vAlign w:val="center"/>
          </w:tcPr>
          <w:p w14:paraId="72C1CC80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DATES</w:t>
            </w:r>
          </w:p>
          <w:p w14:paraId="0FCF478F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4F0A2A81" w14:textId="77777777" w:rsidTr="00FD14BA">
        <w:tc>
          <w:tcPr>
            <w:tcW w:w="2255" w:type="pct"/>
          </w:tcPr>
          <w:p w14:paraId="727E98A9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7DB3927D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651" w:type="pct"/>
          </w:tcPr>
          <w:p w14:paraId="6D07B26E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5B550AE3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94" w:type="pct"/>
          </w:tcPr>
          <w:p w14:paraId="688F9A14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6816D584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385E235A" w14:textId="77777777" w:rsidTr="00FD14BA">
        <w:tc>
          <w:tcPr>
            <w:tcW w:w="2255" w:type="pct"/>
          </w:tcPr>
          <w:p w14:paraId="540D72E0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22FCD750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651" w:type="pct"/>
          </w:tcPr>
          <w:p w14:paraId="58DCED08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94" w:type="pct"/>
          </w:tcPr>
          <w:p w14:paraId="2E7E24FF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363B665B" w14:textId="77777777" w:rsidTr="00FD14BA">
        <w:tc>
          <w:tcPr>
            <w:tcW w:w="2255" w:type="pct"/>
          </w:tcPr>
          <w:p w14:paraId="0E7F0FEF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3B930E4E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651" w:type="pct"/>
          </w:tcPr>
          <w:p w14:paraId="13988EF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94" w:type="pct"/>
          </w:tcPr>
          <w:p w14:paraId="5EB08DC3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</w:tbl>
    <w:p w14:paraId="1FD275D8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p w14:paraId="67FFAF91" w14:textId="77777777" w:rsidR="00093DFE" w:rsidRPr="00093DFE" w:rsidRDefault="00093DFE" w:rsidP="00093DFE">
      <w:pPr>
        <w:numPr>
          <w:ilvl w:val="0"/>
          <w:numId w:val="42"/>
        </w:numPr>
        <w:tabs>
          <w:tab w:val="clear" w:pos="567"/>
        </w:tabs>
        <w:snapToGrid/>
        <w:ind w:left="360"/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b/>
          <w:noProof/>
          <w:szCs w:val="22"/>
          <w:lang w:val="en-US"/>
        </w:rPr>
        <w:t>TRAVEL INFORMATION</w:t>
      </w:r>
    </w:p>
    <w:p w14:paraId="56FF2E2F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tbl>
      <w:tblPr>
        <w:tblW w:w="38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1"/>
        <w:gridCol w:w="3117"/>
      </w:tblGrid>
      <w:tr w:rsidR="00093DFE" w:rsidRPr="00093DFE" w14:paraId="2FF48D4E" w14:textId="77777777" w:rsidTr="00FD14BA">
        <w:tc>
          <w:tcPr>
            <w:tcW w:w="2924" w:type="pct"/>
            <w:vAlign w:val="center"/>
          </w:tcPr>
          <w:p w14:paraId="169B991E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NAME ON PASSPORT</w:t>
            </w:r>
          </w:p>
        </w:tc>
        <w:tc>
          <w:tcPr>
            <w:tcW w:w="2076" w:type="pct"/>
            <w:vAlign w:val="center"/>
          </w:tcPr>
          <w:p w14:paraId="6A4DD7C8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475C0339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1F09E286" w14:textId="77777777" w:rsidTr="00FD14BA">
        <w:tc>
          <w:tcPr>
            <w:tcW w:w="2924" w:type="pct"/>
            <w:vAlign w:val="center"/>
          </w:tcPr>
          <w:p w14:paraId="53DDBCE1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PASSPORT COUNTRY</w:t>
            </w:r>
          </w:p>
        </w:tc>
        <w:tc>
          <w:tcPr>
            <w:tcW w:w="2076" w:type="pct"/>
            <w:vAlign w:val="center"/>
          </w:tcPr>
          <w:p w14:paraId="7CA3F1E1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38834564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5B582CED" w14:textId="77777777" w:rsidTr="00FD14BA">
        <w:tc>
          <w:tcPr>
            <w:tcW w:w="2924" w:type="pct"/>
            <w:vAlign w:val="center"/>
          </w:tcPr>
          <w:p w14:paraId="5943F64F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PASSPORT NUMBER</w:t>
            </w:r>
          </w:p>
        </w:tc>
        <w:tc>
          <w:tcPr>
            <w:tcW w:w="2076" w:type="pct"/>
            <w:vAlign w:val="center"/>
          </w:tcPr>
          <w:p w14:paraId="1F4D276B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6DEDEADE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7E111734" w14:textId="77777777" w:rsidTr="00FD14BA">
        <w:tc>
          <w:tcPr>
            <w:tcW w:w="2924" w:type="pct"/>
            <w:vAlign w:val="center"/>
          </w:tcPr>
          <w:p w14:paraId="60C057B0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BIRTHDAY (DD-MM-YYYY)</w:t>
            </w:r>
          </w:p>
        </w:tc>
        <w:tc>
          <w:tcPr>
            <w:tcW w:w="2076" w:type="pct"/>
            <w:vAlign w:val="center"/>
          </w:tcPr>
          <w:p w14:paraId="4DF0E1BD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2D10F198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2FEBA42A" w14:textId="77777777" w:rsidTr="00FD14BA">
        <w:tc>
          <w:tcPr>
            <w:tcW w:w="2924" w:type="pct"/>
            <w:vAlign w:val="center"/>
          </w:tcPr>
          <w:p w14:paraId="70B40E90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DATE OF ISSUE</w:t>
            </w:r>
          </w:p>
        </w:tc>
        <w:tc>
          <w:tcPr>
            <w:tcW w:w="2076" w:type="pct"/>
            <w:vAlign w:val="center"/>
          </w:tcPr>
          <w:p w14:paraId="469FA113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74F32BFE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46BF5E53" w14:textId="77777777" w:rsidTr="00FD14BA">
        <w:tc>
          <w:tcPr>
            <w:tcW w:w="2924" w:type="pct"/>
            <w:vAlign w:val="center"/>
          </w:tcPr>
          <w:p w14:paraId="7E05A084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PLACE OF ISSUE</w:t>
            </w:r>
          </w:p>
        </w:tc>
        <w:tc>
          <w:tcPr>
            <w:tcW w:w="2076" w:type="pct"/>
            <w:vAlign w:val="center"/>
          </w:tcPr>
          <w:p w14:paraId="38EBF02C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4E69AA84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66BE0A7D" w14:textId="77777777" w:rsidTr="00FD14BA">
        <w:tc>
          <w:tcPr>
            <w:tcW w:w="2924" w:type="pct"/>
            <w:vAlign w:val="center"/>
          </w:tcPr>
          <w:p w14:paraId="36925DDC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EXPIRY DATE</w:t>
            </w:r>
          </w:p>
        </w:tc>
        <w:tc>
          <w:tcPr>
            <w:tcW w:w="2076" w:type="pct"/>
            <w:vAlign w:val="center"/>
          </w:tcPr>
          <w:p w14:paraId="2827943E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116EE7C4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3CB147DA" w14:textId="77777777" w:rsidTr="00FD14BA">
        <w:tc>
          <w:tcPr>
            <w:tcW w:w="2924" w:type="pct"/>
            <w:vAlign w:val="center"/>
          </w:tcPr>
          <w:p w14:paraId="23A557C5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COUNTRY OF BIRTH</w:t>
            </w:r>
          </w:p>
        </w:tc>
        <w:tc>
          <w:tcPr>
            <w:tcW w:w="2076" w:type="pct"/>
            <w:vAlign w:val="center"/>
          </w:tcPr>
          <w:p w14:paraId="1924EBCC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3876B2AC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631D9E48" w14:textId="77777777" w:rsidTr="00FD14BA">
        <w:tc>
          <w:tcPr>
            <w:tcW w:w="2924" w:type="pct"/>
            <w:vAlign w:val="center"/>
          </w:tcPr>
          <w:p w14:paraId="781E4817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COUNTRY OF CITIZENSHIP</w:t>
            </w:r>
          </w:p>
        </w:tc>
        <w:tc>
          <w:tcPr>
            <w:tcW w:w="2076" w:type="pct"/>
            <w:vAlign w:val="center"/>
          </w:tcPr>
          <w:p w14:paraId="3CC088A7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41473088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63BEA7CC" w14:textId="77777777" w:rsidTr="00FD14BA">
        <w:tc>
          <w:tcPr>
            <w:tcW w:w="2924" w:type="pct"/>
            <w:vAlign w:val="center"/>
          </w:tcPr>
          <w:p w14:paraId="024E17F0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NAME OF NEAREST</w:t>
            </w:r>
          </w:p>
          <w:p w14:paraId="08F8F542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INTERNATIONAL AIRPORT</w:t>
            </w:r>
          </w:p>
        </w:tc>
        <w:tc>
          <w:tcPr>
            <w:tcW w:w="2076" w:type="pct"/>
            <w:vAlign w:val="center"/>
          </w:tcPr>
          <w:p w14:paraId="51E598C1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70220249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</w:tbl>
    <w:p w14:paraId="243831ED" w14:textId="77777777" w:rsidR="00093DFE" w:rsidRPr="00093DFE" w:rsidRDefault="00093DFE" w:rsidP="00093DFE">
      <w:pPr>
        <w:ind w:right="152"/>
        <w:rPr>
          <w:rFonts w:cs="Arial"/>
          <w:noProof/>
          <w:sz w:val="20"/>
          <w:szCs w:val="20"/>
          <w:lang w:val="en-US"/>
        </w:rPr>
      </w:pPr>
    </w:p>
    <w:p w14:paraId="1AE00B65" w14:textId="77777777" w:rsidR="00093DFE" w:rsidRPr="00093DFE" w:rsidRDefault="00093DFE" w:rsidP="00093DFE">
      <w:pPr>
        <w:numPr>
          <w:ilvl w:val="0"/>
          <w:numId w:val="42"/>
        </w:numPr>
        <w:tabs>
          <w:tab w:val="clear" w:pos="567"/>
          <w:tab w:val="left" w:pos="360"/>
        </w:tabs>
        <w:snapToGrid/>
        <w:ind w:left="360"/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b/>
          <w:noProof/>
          <w:szCs w:val="22"/>
          <w:lang w:val="en-US"/>
        </w:rPr>
        <w:t>OTHER</w:t>
      </w:r>
    </w:p>
    <w:p w14:paraId="2021E14F" w14:textId="77777777" w:rsidR="00093DFE" w:rsidRPr="00093DFE" w:rsidRDefault="00093DFE" w:rsidP="00093DFE">
      <w:pPr>
        <w:ind w:left="360"/>
        <w:rPr>
          <w:rFonts w:cs="Arial"/>
          <w:noProof/>
          <w:sz w:val="20"/>
          <w:szCs w:val="20"/>
          <w:lang w:val="en-US"/>
        </w:rPr>
      </w:pPr>
    </w:p>
    <w:tbl>
      <w:tblPr>
        <w:tblW w:w="41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6"/>
        <w:gridCol w:w="5077"/>
      </w:tblGrid>
      <w:tr w:rsidR="00093DFE" w:rsidRPr="00093DFE" w14:paraId="44E1DD78" w14:textId="77777777" w:rsidTr="00FD14BA">
        <w:tc>
          <w:tcPr>
            <w:tcW w:w="1828" w:type="pct"/>
          </w:tcPr>
          <w:p w14:paraId="4ECD4F57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3569ACED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ENGLISH </w:t>
            </w:r>
          </w:p>
          <w:p w14:paraId="321BBE4A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LANGUAGE </w:t>
            </w:r>
          </w:p>
          <w:p w14:paraId="6D5FED94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PROFICIENCY</w:t>
            </w:r>
          </w:p>
        </w:tc>
        <w:tc>
          <w:tcPr>
            <w:tcW w:w="3172" w:type="pct"/>
          </w:tcPr>
          <w:p w14:paraId="142A38A9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32CC6278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8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bookmarkEnd w:id="5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Excellent                                      </w:t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0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bookmarkEnd w:id="6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Fair</w:t>
            </w:r>
          </w:p>
          <w:p w14:paraId="65EA5C79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6AEA87B7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Good                                            </w:t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1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bookmarkEnd w:id="7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Poor</w:t>
            </w:r>
          </w:p>
          <w:p w14:paraId="426557B0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57F51A5F" w14:textId="77777777" w:rsidTr="00FD14BA">
        <w:tc>
          <w:tcPr>
            <w:tcW w:w="1828" w:type="pct"/>
          </w:tcPr>
          <w:p w14:paraId="27FA18F7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409C8370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SPANISH </w:t>
            </w:r>
          </w:p>
          <w:p w14:paraId="4F6B330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LANGUAGE </w:t>
            </w:r>
          </w:p>
          <w:p w14:paraId="5E90ACF7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PROFICIENCY</w:t>
            </w:r>
          </w:p>
        </w:tc>
        <w:tc>
          <w:tcPr>
            <w:tcW w:w="3172" w:type="pct"/>
          </w:tcPr>
          <w:p w14:paraId="6F486661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478C9199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Excellent                                      </w:t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Fair</w:t>
            </w:r>
          </w:p>
          <w:p w14:paraId="76BA65E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67E37DFE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Good                                            </w:t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Poor</w:t>
            </w:r>
          </w:p>
          <w:p w14:paraId="1D6572E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</w:tbl>
    <w:p w14:paraId="71019948" w14:textId="77777777" w:rsidR="00093DFE" w:rsidRPr="00093DFE" w:rsidRDefault="00093DFE" w:rsidP="00093DFE">
      <w:pPr>
        <w:ind w:left="360"/>
        <w:rPr>
          <w:rFonts w:cs="Arial"/>
          <w:noProof/>
          <w:sz w:val="20"/>
          <w:szCs w:val="20"/>
          <w:lang w:val="en-US"/>
        </w:rPr>
      </w:pPr>
    </w:p>
    <w:p w14:paraId="65625923" w14:textId="77777777" w:rsidR="00093DFE" w:rsidRPr="00093DFE" w:rsidRDefault="00093DFE" w:rsidP="00093DFE">
      <w:pPr>
        <w:tabs>
          <w:tab w:val="clear" w:pos="567"/>
        </w:tabs>
        <w:snapToGrid/>
        <w:rPr>
          <w:rFonts w:cs="Arial"/>
          <w:noProof/>
          <w:sz w:val="20"/>
          <w:szCs w:val="20"/>
          <w:lang w:val="en-US"/>
        </w:rPr>
      </w:pPr>
      <w:r w:rsidRPr="00093DFE">
        <w:rPr>
          <w:rFonts w:cs="Arial"/>
          <w:noProof/>
          <w:sz w:val="20"/>
          <w:szCs w:val="20"/>
          <w:lang w:val="en-US"/>
        </w:rPr>
        <w:br w:type="page"/>
      </w:r>
    </w:p>
    <w:p w14:paraId="090288D5" w14:textId="77777777" w:rsidR="00093DFE" w:rsidRPr="00093DFE" w:rsidRDefault="00093DFE" w:rsidP="00093DFE">
      <w:pPr>
        <w:ind w:left="360"/>
        <w:rPr>
          <w:rFonts w:cs="Arial"/>
          <w:noProof/>
          <w:sz w:val="20"/>
          <w:szCs w:val="20"/>
          <w:lang w:val="en-US"/>
        </w:rPr>
      </w:pPr>
    </w:p>
    <w:tbl>
      <w:tblPr>
        <w:tblW w:w="41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8"/>
        <w:gridCol w:w="5032"/>
      </w:tblGrid>
      <w:tr w:rsidR="00093DFE" w:rsidRPr="00093DFE" w14:paraId="05FA6764" w14:textId="77777777" w:rsidTr="00FD14BA">
        <w:tc>
          <w:tcPr>
            <w:tcW w:w="1839" w:type="pct"/>
          </w:tcPr>
          <w:p w14:paraId="4148032F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02AEF79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DO YOU REQUIRE TRAVEL FUNDING</w:t>
            </w:r>
          </w:p>
        </w:tc>
        <w:tc>
          <w:tcPr>
            <w:tcW w:w="3161" w:type="pct"/>
          </w:tcPr>
          <w:p w14:paraId="0D5C592F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2AD61BF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Yes, Full Funding </w:t>
            </w:r>
          </w:p>
          <w:p w14:paraId="72FAE269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Yes, Partial Funding, Amount USD ____  </w:t>
            </w:r>
          </w:p>
          <w:p w14:paraId="1DCCCBA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</w:r>
            <w:r w:rsidR="00B17A2B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No, Self-funded</w:t>
            </w:r>
          </w:p>
          <w:p w14:paraId="54ACD87F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</w:tbl>
    <w:p w14:paraId="725D2657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p w14:paraId="7A94CE97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p w14:paraId="39C661C7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p w14:paraId="0AA1F0EE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b/>
          <w:noProof/>
          <w:szCs w:val="22"/>
          <w:lang w:val="en-US"/>
        </w:rPr>
        <w:t xml:space="preserve">STATEMENT OF INTEREST:  </w:t>
      </w:r>
    </w:p>
    <w:p w14:paraId="01A48194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1F0BB733" w14:textId="0B778DB3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b/>
          <w:noProof/>
          <w:szCs w:val="22"/>
          <w:lang w:val="en-US"/>
        </w:rPr>
        <w:t xml:space="preserve">Why are you interested in attending this </w:t>
      </w:r>
      <w:r w:rsidR="005930EF">
        <w:rPr>
          <w:rFonts w:cs="Arial"/>
          <w:b/>
          <w:noProof/>
          <w:szCs w:val="22"/>
          <w:lang w:val="en-US"/>
        </w:rPr>
        <w:t>t</w:t>
      </w:r>
      <w:r w:rsidRPr="00093DFE">
        <w:rPr>
          <w:rFonts w:cs="Arial"/>
          <w:b/>
          <w:noProof/>
          <w:szCs w:val="22"/>
          <w:lang w:val="en-US"/>
        </w:rPr>
        <w:t>raining?</w:t>
      </w:r>
    </w:p>
    <w:p w14:paraId="1F7FEE5B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09E7DB56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1ED62BE7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195EFAD9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b/>
          <w:noProof/>
          <w:szCs w:val="22"/>
          <w:lang w:val="en-US"/>
        </w:rPr>
        <w:t xml:space="preserve">What topics are you most interested in?    </w:t>
      </w:r>
    </w:p>
    <w:p w14:paraId="6BCA2252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449390EC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6C2B89F8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5D58DFEF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b/>
          <w:noProof/>
          <w:szCs w:val="22"/>
          <w:lang w:val="en-US"/>
        </w:rPr>
        <w:t>What additional topics you would like to learn about?</w:t>
      </w:r>
    </w:p>
    <w:p w14:paraId="3593C2F2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00AA7FB5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27F1E24D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05836983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b/>
          <w:noProof/>
          <w:szCs w:val="22"/>
          <w:lang w:val="en-US"/>
        </w:rPr>
        <w:t xml:space="preserve">After the Training, where and how will the experience gained in the Training will be used?      </w:t>
      </w:r>
    </w:p>
    <w:p w14:paraId="1D7374C9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715408F6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3FE8C7EE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604ACFBF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3110CDDF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b/>
          <w:noProof/>
          <w:szCs w:val="22"/>
          <w:lang w:val="en-US"/>
        </w:rPr>
        <w:t>PLEASE ALSO SUBMIT SEPARATELY YOUR CURRICULUM VITAE (CV).</w:t>
      </w:r>
    </w:p>
    <w:p w14:paraId="6CB6A4AC" w14:textId="77777777" w:rsidR="00093DFE" w:rsidRPr="00093DFE" w:rsidRDefault="00093DFE" w:rsidP="00093DFE">
      <w:pPr>
        <w:tabs>
          <w:tab w:val="left" w:pos="90"/>
        </w:tabs>
        <w:ind w:right="400" w:firstLine="720"/>
        <w:rPr>
          <w:rFonts w:cs="Arial"/>
          <w:noProof/>
          <w:szCs w:val="22"/>
          <w:lang w:val="en-US"/>
        </w:rPr>
      </w:pPr>
    </w:p>
    <w:p w14:paraId="35D85152" w14:textId="77777777" w:rsidR="00093DFE" w:rsidRPr="00093DFE" w:rsidRDefault="00093DFE" w:rsidP="00093DFE">
      <w:pPr>
        <w:tabs>
          <w:tab w:val="left" w:pos="90"/>
        </w:tabs>
        <w:ind w:right="400" w:firstLine="720"/>
        <w:rPr>
          <w:rFonts w:cs="Arial"/>
          <w:noProof/>
          <w:szCs w:val="22"/>
          <w:lang w:val="en-US"/>
        </w:rPr>
      </w:pPr>
    </w:p>
    <w:p w14:paraId="46B493ED" w14:textId="77777777" w:rsidR="00093DFE" w:rsidRPr="00093DFE" w:rsidRDefault="00093DFE" w:rsidP="00093DFE">
      <w:pPr>
        <w:tabs>
          <w:tab w:val="left" w:pos="90"/>
        </w:tabs>
        <w:ind w:right="400" w:firstLine="720"/>
        <w:rPr>
          <w:rFonts w:cs="Arial"/>
          <w:noProof/>
          <w:szCs w:val="22"/>
          <w:lang w:val="en-US"/>
        </w:rPr>
      </w:pPr>
    </w:p>
    <w:p w14:paraId="189BBC79" w14:textId="77777777" w:rsidR="00093DFE" w:rsidRPr="00093DFE" w:rsidRDefault="00093DFE" w:rsidP="00093DFE">
      <w:pPr>
        <w:tabs>
          <w:tab w:val="left" w:pos="90"/>
        </w:tabs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noProof/>
          <w:szCs w:val="22"/>
          <w:lang w:val="en-US"/>
        </w:rPr>
        <w:t>________________________________________________</w:t>
      </w:r>
      <w:r w:rsidRPr="00093DFE">
        <w:rPr>
          <w:rFonts w:cs="Arial"/>
          <w:noProof/>
          <w:szCs w:val="22"/>
          <w:lang w:val="en-US"/>
        </w:rPr>
        <w:br/>
      </w:r>
      <w:r w:rsidRPr="00093DFE">
        <w:rPr>
          <w:rFonts w:cs="Arial"/>
          <w:b/>
          <w:noProof/>
          <w:szCs w:val="22"/>
          <w:lang w:val="en-US"/>
        </w:rPr>
        <w:t>PRINTED NAME</w:t>
      </w:r>
    </w:p>
    <w:p w14:paraId="299A2B7A" w14:textId="77777777" w:rsidR="00093DFE" w:rsidRPr="00093DFE" w:rsidRDefault="00093DFE" w:rsidP="00093DFE">
      <w:pPr>
        <w:tabs>
          <w:tab w:val="left" w:pos="90"/>
        </w:tabs>
        <w:rPr>
          <w:rFonts w:cs="Arial"/>
          <w:b/>
          <w:noProof/>
          <w:szCs w:val="22"/>
          <w:lang w:val="en-US"/>
        </w:rPr>
      </w:pPr>
    </w:p>
    <w:p w14:paraId="1A829FAB" w14:textId="77777777" w:rsidR="00093DFE" w:rsidRPr="00093DFE" w:rsidRDefault="00093DFE" w:rsidP="00093DFE">
      <w:pPr>
        <w:tabs>
          <w:tab w:val="left" w:pos="90"/>
        </w:tabs>
        <w:rPr>
          <w:rFonts w:cs="Arial"/>
          <w:noProof/>
          <w:szCs w:val="22"/>
          <w:lang w:val="en-US"/>
        </w:rPr>
      </w:pPr>
      <w:r w:rsidRPr="00093DFE">
        <w:rPr>
          <w:rFonts w:cs="Arial"/>
          <w:noProof/>
          <w:szCs w:val="22"/>
          <w:lang w:val="en-US"/>
        </w:rPr>
        <w:t>________________________________________________</w:t>
      </w:r>
      <w:r w:rsidRPr="00093DFE">
        <w:rPr>
          <w:rFonts w:cs="Arial"/>
          <w:noProof/>
          <w:szCs w:val="22"/>
          <w:lang w:val="en-US"/>
        </w:rPr>
        <w:br/>
      </w:r>
      <w:r w:rsidRPr="00093DFE">
        <w:rPr>
          <w:rFonts w:cs="Arial"/>
          <w:b/>
          <w:noProof/>
          <w:szCs w:val="22"/>
          <w:lang w:val="en-US"/>
        </w:rPr>
        <w:t>SIGNATURE</w:t>
      </w:r>
    </w:p>
    <w:p w14:paraId="20342D61" w14:textId="77777777" w:rsidR="00093DFE" w:rsidRPr="00093DFE" w:rsidRDefault="00093DFE" w:rsidP="00093DFE">
      <w:pPr>
        <w:tabs>
          <w:tab w:val="left" w:pos="90"/>
        </w:tabs>
        <w:rPr>
          <w:rFonts w:cs="Arial"/>
          <w:noProof/>
          <w:szCs w:val="22"/>
          <w:lang w:val="en-US"/>
        </w:rPr>
      </w:pPr>
    </w:p>
    <w:p w14:paraId="0CBD95F1" w14:textId="77777777" w:rsidR="00093DFE" w:rsidRPr="00093DFE" w:rsidRDefault="00093DFE" w:rsidP="00093DFE">
      <w:pPr>
        <w:tabs>
          <w:tab w:val="left" w:pos="90"/>
        </w:tabs>
        <w:rPr>
          <w:rFonts w:cs="Arial"/>
          <w:noProof/>
          <w:szCs w:val="22"/>
          <w:lang w:val="en-US"/>
        </w:rPr>
      </w:pPr>
      <w:r w:rsidRPr="00093DFE">
        <w:rPr>
          <w:rFonts w:cs="Arial"/>
          <w:noProof/>
          <w:szCs w:val="22"/>
          <w:lang w:val="en-US"/>
        </w:rPr>
        <w:t>________________________________________________</w:t>
      </w:r>
      <w:r w:rsidRPr="00093DFE">
        <w:rPr>
          <w:rFonts w:cs="Arial"/>
          <w:noProof/>
          <w:szCs w:val="22"/>
          <w:lang w:val="en-US"/>
        </w:rPr>
        <w:br/>
      </w:r>
      <w:r w:rsidRPr="00093DFE">
        <w:rPr>
          <w:rFonts w:cs="Arial"/>
          <w:b/>
          <w:noProof/>
          <w:szCs w:val="22"/>
          <w:lang w:val="en-US"/>
        </w:rPr>
        <w:t>DATE</w:t>
      </w:r>
    </w:p>
    <w:p w14:paraId="602DFEC3" w14:textId="77777777" w:rsidR="00093DFE" w:rsidRPr="00093DFE" w:rsidRDefault="00093DFE" w:rsidP="00093DFE">
      <w:pPr>
        <w:tabs>
          <w:tab w:val="left" w:pos="90"/>
        </w:tabs>
        <w:outlineLvl w:val="0"/>
        <w:rPr>
          <w:rFonts w:cs="Arial"/>
          <w:b/>
          <w:bCs/>
          <w:noProof/>
          <w:szCs w:val="22"/>
          <w:lang w:val="en-US"/>
        </w:rPr>
      </w:pPr>
    </w:p>
    <w:p w14:paraId="5F93723A" w14:textId="77777777" w:rsidR="00093DFE" w:rsidRPr="00093DFE" w:rsidRDefault="00093DFE" w:rsidP="00093DFE">
      <w:pPr>
        <w:tabs>
          <w:tab w:val="left" w:pos="90"/>
        </w:tabs>
        <w:outlineLvl w:val="0"/>
        <w:rPr>
          <w:rFonts w:cs="Arial"/>
          <w:b/>
          <w:bCs/>
          <w:noProof/>
          <w:szCs w:val="22"/>
          <w:lang w:val="en-US"/>
        </w:rPr>
      </w:pPr>
    </w:p>
    <w:p w14:paraId="369210C9" w14:textId="77777777" w:rsidR="00093DFE" w:rsidRPr="00093DFE" w:rsidRDefault="00093DFE" w:rsidP="00093DFE">
      <w:pPr>
        <w:tabs>
          <w:tab w:val="left" w:pos="90"/>
        </w:tabs>
        <w:outlineLvl w:val="0"/>
        <w:rPr>
          <w:rFonts w:cs="Arial"/>
          <w:b/>
          <w:bCs/>
          <w:noProof/>
          <w:szCs w:val="22"/>
          <w:lang w:val="en-US"/>
        </w:rPr>
      </w:pPr>
    </w:p>
    <w:p w14:paraId="1C9AB036" w14:textId="77777777" w:rsidR="00093DFE" w:rsidRPr="00093DFE" w:rsidRDefault="00093DFE" w:rsidP="00093DFE">
      <w:pPr>
        <w:tabs>
          <w:tab w:val="left" w:pos="90"/>
        </w:tabs>
        <w:outlineLvl w:val="0"/>
        <w:rPr>
          <w:rFonts w:cs="Arial"/>
          <w:b/>
          <w:bCs/>
          <w:noProof/>
          <w:szCs w:val="22"/>
          <w:lang w:val="en-US"/>
        </w:rPr>
      </w:pPr>
    </w:p>
    <w:p w14:paraId="7566BC24" w14:textId="77777777" w:rsidR="00093DFE" w:rsidRPr="00093DFE" w:rsidRDefault="00093DFE" w:rsidP="00093DFE">
      <w:pPr>
        <w:tabs>
          <w:tab w:val="left" w:pos="90"/>
        </w:tabs>
        <w:outlineLvl w:val="0"/>
        <w:rPr>
          <w:rFonts w:cs="Arial"/>
          <w:b/>
          <w:bCs/>
          <w:noProof/>
          <w:szCs w:val="22"/>
          <w:lang w:val="en-US"/>
        </w:rPr>
      </w:pPr>
      <w:r w:rsidRPr="00093DFE">
        <w:rPr>
          <w:rFonts w:cs="Arial"/>
          <w:b/>
          <w:bCs/>
          <w:noProof/>
          <w:szCs w:val="22"/>
          <w:lang w:val="en-US"/>
        </w:rPr>
        <w:t>ENDORSED BY TSUNAMI WARNING FOCAL POINT OR TUNAMI NATIONAL CONTACT:</w:t>
      </w:r>
    </w:p>
    <w:p w14:paraId="014C9796" w14:textId="77777777" w:rsidR="00093DFE" w:rsidRPr="00093DFE" w:rsidRDefault="00093DFE" w:rsidP="00093DFE">
      <w:pPr>
        <w:tabs>
          <w:tab w:val="left" w:pos="90"/>
        </w:tabs>
        <w:outlineLvl w:val="0"/>
        <w:rPr>
          <w:rFonts w:cs="Arial"/>
          <w:b/>
          <w:bCs/>
          <w:noProof/>
          <w:szCs w:val="22"/>
          <w:lang w:val="en-US"/>
        </w:rPr>
      </w:pPr>
    </w:p>
    <w:p w14:paraId="725FF52F" w14:textId="77777777" w:rsidR="00093DFE" w:rsidRPr="00093DFE" w:rsidRDefault="00093DFE" w:rsidP="00093DFE">
      <w:pPr>
        <w:tabs>
          <w:tab w:val="left" w:pos="90"/>
        </w:tabs>
        <w:outlineLvl w:val="0"/>
        <w:rPr>
          <w:rFonts w:cs="Arial"/>
          <w:b/>
          <w:bCs/>
          <w:noProof/>
          <w:szCs w:val="22"/>
          <w:lang w:val="en-US"/>
        </w:rPr>
      </w:pPr>
    </w:p>
    <w:p w14:paraId="664E05E8" w14:textId="77777777" w:rsidR="00093DFE" w:rsidRPr="00093DFE" w:rsidRDefault="00093DFE" w:rsidP="00093DFE">
      <w:pPr>
        <w:tabs>
          <w:tab w:val="left" w:pos="90"/>
        </w:tabs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noProof/>
          <w:szCs w:val="22"/>
          <w:lang w:val="en-US"/>
        </w:rPr>
        <w:t>________________________________________________</w:t>
      </w:r>
      <w:r w:rsidRPr="00093DFE">
        <w:rPr>
          <w:rFonts w:cs="Arial"/>
          <w:noProof/>
          <w:szCs w:val="22"/>
          <w:lang w:val="en-US"/>
        </w:rPr>
        <w:br/>
      </w:r>
      <w:r w:rsidRPr="00093DFE">
        <w:rPr>
          <w:rFonts w:cs="Arial"/>
          <w:b/>
          <w:noProof/>
          <w:szCs w:val="22"/>
          <w:lang w:val="en-US"/>
        </w:rPr>
        <w:t>PRINTED NAME</w:t>
      </w:r>
    </w:p>
    <w:p w14:paraId="5A4587FF" w14:textId="77777777" w:rsidR="00093DFE" w:rsidRPr="00093DFE" w:rsidRDefault="00093DFE" w:rsidP="00093DFE">
      <w:pPr>
        <w:tabs>
          <w:tab w:val="left" w:pos="90"/>
        </w:tabs>
        <w:rPr>
          <w:rFonts w:cs="Arial"/>
          <w:b/>
          <w:noProof/>
          <w:szCs w:val="22"/>
          <w:lang w:val="en-US"/>
        </w:rPr>
      </w:pPr>
    </w:p>
    <w:p w14:paraId="387F1F00" w14:textId="77777777" w:rsidR="00093DFE" w:rsidRPr="00093DFE" w:rsidRDefault="00093DFE" w:rsidP="00093DFE">
      <w:pPr>
        <w:tabs>
          <w:tab w:val="left" w:pos="90"/>
        </w:tabs>
        <w:rPr>
          <w:rFonts w:cs="Arial"/>
          <w:noProof/>
          <w:szCs w:val="22"/>
          <w:lang w:val="en-US"/>
        </w:rPr>
      </w:pPr>
      <w:r w:rsidRPr="00093DFE">
        <w:rPr>
          <w:rFonts w:cs="Arial"/>
          <w:noProof/>
          <w:szCs w:val="22"/>
          <w:lang w:val="en-US"/>
        </w:rPr>
        <w:t>________________________________________________</w:t>
      </w:r>
      <w:r w:rsidRPr="00093DFE">
        <w:rPr>
          <w:rFonts w:cs="Arial"/>
          <w:noProof/>
          <w:szCs w:val="22"/>
          <w:lang w:val="en-US"/>
        </w:rPr>
        <w:br/>
      </w:r>
      <w:r w:rsidRPr="00093DFE">
        <w:rPr>
          <w:rFonts w:cs="Arial"/>
          <w:b/>
          <w:noProof/>
          <w:szCs w:val="22"/>
          <w:lang w:val="en-US"/>
        </w:rPr>
        <w:t>SIGNATURE</w:t>
      </w:r>
    </w:p>
    <w:p w14:paraId="7FD502E9" w14:textId="77777777" w:rsidR="00093DFE" w:rsidRPr="00093DFE" w:rsidRDefault="00093DFE" w:rsidP="00093DFE">
      <w:pPr>
        <w:tabs>
          <w:tab w:val="left" w:pos="90"/>
        </w:tabs>
        <w:rPr>
          <w:rFonts w:cs="Arial"/>
          <w:noProof/>
          <w:szCs w:val="22"/>
          <w:lang w:val="en-US"/>
        </w:rPr>
      </w:pPr>
    </w:p>
    <w:p w14:paraId="29DDA287" w14:textId="77777777" w:rsidR="00093DFE" w:rsidRPr="00093DFE" w:rsidRDefault="00093DFE" w:rsidP="00093DFE">
      <w:pPr>
        <w:tabs>
          <w:tab w:val="left" w:pos="90"/>
        </w:tabs>
        <w:rPr>
          <w:rFonts w:cs="Arial"/>
          <w:noProof/>
          <w:szCs w:val="22"/>
          <w:lang w:val="en-US"/>
        </w:rPr>
      </w:pPr>
      <w:r w:rsidRPr="00093DFE">
        <w:rPr>
          <w:rFonts w:cs="Arial"/>
          <w:noProof/>
          <w:szCs w:val="22"/>
          <w:lang w:val="en-US"/>
        </w:rPr>
        <w:t>________________________________________________</w:t>
      </w:r>
      <w:r w:rsidRPr="00093DFE">
        <w:rPr>
          <w:rFonts w:cs="Arial"/>
          <w:noProof/>
          <w:szCs w:val="22"/>
          <w:lang w:val="en-US"/>
        </w:rPr>
        <w:br/>
      </w:r>
      <w:r w:rsidRPr="00093DFE">
        <w:rPr>
          <w:rFonts w:cs="Arial"/>
          <w:b/>
          <w:noProof/>
          <w:szCs w:val="22"/>
          <w:lang w:val="en-US"/>
        </w:rPr>
        <w:t>ORGANIZATION</w:t>
      </w:r>
    </w:p>
    <w:p w14:paraId="36B0CE84" w14:textId="77777777" w:rsidR="00093DFE" w:rsidRPr="00093DFE" w:rsidRDefault="00093DFE" w:rsidP="00093DFE">
      <w:pPr>
        <w:tabs>
          <w:tab w:val="left" w:pos="90"/>
        </w:tabs>
        <w:outlineLvl w:val="0"/>
        <w:rPr>
          <w:rFonts w:cs="Arial"/>
          <w:b/>
          <w:bCs/>
          <w:noProof/>
          <w:szCs w:val="22"/>
          <w:lang w:val="en-US"/>
        </w:rPr>
      </w:pPr>
    </w:p>
    <w:p w14:paraId="6DDAED2C" w14:textId="3156E811" w:rsidR="005E5BF8" w:rsidRPr="005E5BF8" w:rsidRDefault="00093DFE" w:rsidP="00B17A2B">
      <w:pPr>
        <w:tabs>
          <w:tab w:val="left" w:pos="90"/>
        </w:tabs>
        <w:rPr>
          <w:rFonts w:cs="Arial"/>
          <w:snapToGrid/>
          <w:szCs w:val="22"/>
          <w:lang w:val="es-ES" w:eastAsia="en-US"/>
        </w:rPr>
      </w:pPr>
      <w:r w:rsidRPr="00093DFE">
        <w:rPr>
          <w:rFonts w:cs="Arial"/>
          <w:noProof/>
          <w:szCs w:val="22"/>
          <w:lang w:val="en-US"/>
        </w:rPr>
        <w:t>________________________________________________</w:t>
      </w:r>
      <w:r w:rsidRPr="00093DFE">
        <w:rPr>
          <w:rFonts w:cs="Arial"/>
          <w:noProof/>
          <w:szCs w:val="22"/>
          <w:lang w:val="en-US"/>
        </w:rPr>
        <w:br/>
      </w:r>
      <w:r w:rsidRPr="00093DFE">
        <w:rPr>
          <w:rFonts w:cs="Arial"/>
          <w:b/>
          <w:noProof/>
          <w:szCs w:val="22"/>
          <w:lang w:val="en-US"/>
        </w:rPr>
        <w:t>DATE</w:t>
      </w:r>
      <w:bookmarkStart w:id="8" w:name="_GoBack"/>
      <w:bookmarkEnd w:id="8"/>
    </w:p>
    <w:sectPr w:rsidR="005E5BF8" w:rsidRPr="005E5BF8" w:rsidSect="00B17A2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993" w:right="1134" w:bottom="993" w:left="1134" w:header="142" w:footer="84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594171" w14:textId="77777777" w:rsidR="001E74E5" w:rsidRDefault="001E74E5">
      <w:r>
        <w:separator/>
      </w:r>
    </w:p>
  </w:endnote>
  <w:endnote w:type="continuationSeparator" w:id="0">
    <w:p w14:paraId="5DADB9EA" w14:textId="77777777" w:rsidR="001E74E5" w:rsidRDefault="001E7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Malgun Gothic Semilight"/>
    <w:panose1 w:val="020B0604020202020204"/>
    <w:charset w:val="0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9B394" w14:textId="77777777" w:rsidR="00B17A2B" w:rsidRDefault="00B17A2B" w:rsidP="00B17A2B">
    <w:pPr>
      <w:pStyle w:val="Pieddepage"/>
      <w:jc w:val="center"/>
    </w:pPr>
  </w:p>
  <w:p w14:paraId="7BE85285" w14:textId="500A0448" w:rsidR="00B17A2B" w:rsidRDefault="00B17A2B" w:rsidP="00B17A2B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34437" w14:textId="7305EF26" w:rsidR="00B17A2B" w:rsidRDefault="00B17A2B" w:rsidP="00B17A2B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7A7FB" w14:textId="77777777" w:rsidR="001E74E5" w:rsidRDefault="001E74E5">
      <w:r>
        <w:separator/>
      </w:r>
    </w:p>
  </w:footnote>
  <w:footnote w:type="continuationSeparator" w:id="0">
    <w:p w14:paraId="2FDA9EC9" w14:textId="77777777" w:rsidR="001E74E5" w:rsidRDefault="001E7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BE581" w14:textId="7A750636" w:rsidR="00B17A2B" w:rsidRDefault="00B17A2B">
    <w:pPr>
      <w:pStyle w:val="En-tte"/>
    </w:pPr>
  </w:p>
  <w:p w14:paraId="00EB9A30" w14:textId="77777777" w:rsidR="00B17A2B" w:rsidRPr="00B17A2B" w:rsidRDefault="00B17A2B" w:rsidP="00B17A2B">
    <w:pPr>
      <w:pStyle w:val="En-tte"/>
      <w:jc w:val="center"/>
      <w:rPr>
        <w:i/>
        <w:sz w:val="20"/>
      </w:rPr>
    </w:pPr>
    <w:r w:rsidRPr="00B17A2B">
      <w:rPr>
        <w:i/>
        <w:sz w:val="20"/>
      </w:rPr>
      <w:t>IOC Circular letter 2721 – Application form</w:t>
    </w:r>
  </w:p>
  <w:p w14:paraId="767C4152" w14:textId="77777777" w:rsidR="00B17A2B" w:rsidRDefault="00B17A2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CED38" w14:textId="0949BC84" w:rsidR="00FD14BA" w:rsidRDefault="00FD14BA" w:rsidP="00B17A2B">
    <w:pPr>
      <w:pStyle w:val="En-tte"/>
    </w:pPr>
  </w:p>
  <w:p w14:paraId="6CD1CBEC" w14:textId="77777777" w:rsidR="00B17A2B" w:rsidRDefault="00B17A2B" w:rsidP="00B17A2B">
    <w:pPr>
      <w:pStyle w:val="En-tte"/>
    </w:pPr>
  </w:p>
  <w:p w14:paraId="5F2A2E35" w14:textId="34E605F8" w:rsidR="00B17A2B" w:rsidRPr="00B17A2B" w:rsidRDefault="00B17A2B" w:rsidP="00B17A2B">
    <w:pPr>
      <w:pStyle w:val="En-tte"/>
      <w:jc w:val="center"/>
      <w:rPr>
        <w:i/>
        <w:sz w:val="20"/>
      </w:rPr>
    </w:pPr>
    <w:r w:rsidRPr="00B17A2B">
      <w:rPr>
        <w:i/>
        <w:sz w:val="20"/>
      </w:rPr>
      <w:t>IOC Circular letter 2721 – Application form</w:t>
    </w:r>
  </w:p>
  <w:p w14:paraId="777FC14C" w14:textId="77777777" w:rsidR="00B17A2B" w:rsidRPr="00B17A2B" w:rsidRDefault="00B17A2B" w:rsidP="00B17A2B">
    <w:pPr>
      <w:pStyle w:val="En-tte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5039E"/>
    <w:multiLevelType w:val="hybridMultilevel"/>
    <w:tmpl w:val="16D65C0A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05021B"/>
    <w:multiLevelType w:val="hybridMultilevel"/>
    <w:tmpl w:val="7BE2F42C"/>
    <w:lvl w:ilvl="0" w:tplc="6142AB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31C03"/>
    <w:multiLevelType w:val="hybridMultilevel"/>
    <w:tmpl w:val="7CAC3F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6B037B"/>
    <w:multiLevelType w:val="hybridMultilevel"/>
    <w:tmpl w:val="662AB6E4"/>
    <w:lvl w:ilvl="0" w:tplc="9C40D8E6">
      <w:start w:val="1"/>
      <w:numFmt w:val="lowerRoman"/>
      <w:lvlText w:val="(%1)"/>
      <w:lvlJc w:val="left"/>
      <w:pPr>
        <w:ind w:left="807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527" w:hanging="360"/>
      </w:pPr>
    </w:lvl>
    <w:lvl w:ilvl="2" w:tplc="0409001B" w:tentative="1">
      <w:start w:val="1"/>
      <w:numFmt w:val="lowerRoman"/>
      <w:lvlText w:val="%3."/>
      <w:lvlJc w:val="right"/>
      <w:pPr>
        <w:ind w:left="2247" w:hanging="180"/>
      </w:pPr>
    </w:lvl>
    <w:lvl w:ilvl="3" w:tplc="0409000F" w:tentative="1">
      <w:start w:val="1"/>
      <w:numFmt w:val="decimal"/>
      <w:lvlText w:val="%4."/>
      <w:lvlJc w:val="left"/>
      <w:pPr>
        <w:ind w:left="2967" w:hanging="360"/>
      </w:pPr>
    </w:lvl>
    <w:lvl w:ilvl="4" w:tplc="04090019" w:tentative="1">
      <w:start w:val="1"/>
      <w:numFmt w:val="lowerLetter"/>
      <w:lvlText w:val="%5."/>
      <w:lvlJc w:val="left"/>
      <w:pPr>
        <w:ind w:left="3687" w:hanging="360"/>
      </w:pPr>
    </w:lvl>
    <w:lvl w:ilvl="5" w:tplc="0409001B" w:tentative="1">
      <w:start w:val="1"/>
      <w:numFmt w:val="lowerRoman"/>
      <w:lvlText w:val="%6."/>
      <w:lvlJc w:val="right"/>
      <w:pPr>
        <w:ind w:left="4407" w:hanging="180"/>
      </w:pPr>
    </w:lvl>
    <w:lvl w:ilvl="6" w:tplc="0409000F" w:tentative="1">
      <w:start w:val="1"/>
      <w:numFmt w:val="decimal"/>
      <w:lvlText w:val="%7."/>
      <w:lvlJc w:val="left"/>
      <w:pPr>
        <w:ind w:left="5127" w:hanging="360"/>
      </w:pPr>
    </w:lvl>
    <w:lvl w:ilvl="7" w:tplc="04090019" w:tentative="1">
      <w:start w:val="1"/>
      <w:numFmt w:val="lowerLetter"/>
      <w:lvlText w:val="%8."/>
      <w:lvlJc w:val="left"/>
      <w:pPr>
        <w:ind w:left="5847" w:hanging="360"/>
      </w:pPr>
    </w:lvl>
    <w:lvl w:ilvl="8" w:tplc="040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16711637"/>
    <w:multiLevelType w:val="hybridMultilevel"/>
    <w:tmpl w:val="D1E27708"/>
    <w:lvl w:ilvl="0" w:tplc="C0DC364A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143BF"/>
    <w:multiLevelType w:val="hybridMultilevel"/>
    <w:tmpl w:val="7FE4B75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2739C"/>
    <w:multiLevelType w:val="hybridMultilevel"/>
    <w:tmpl w:val="0D70E3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D5BF3"/>
    <w:multiLevelType w:val="hybridMultilevel"/>
    <w:tmpl w:val="A0EAC9BE"/>
    <w:lvl w:ilvl="0" w:tplc="F4DE730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7547D6A"/>
    <w:multiLevelType w:val="hybridMultilevel"/>
    <w:tmpl w:val="D1E27708"/>
    <w:lvl w:ilvl="0" w:tplc="C0DC364A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16AEF"/>
    <w:multiLevelType w:val="hybridMultilevel"/>
    <w:tmpl w:val="515CC53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B5C234A"/>
    <w:multiLevelType w:val="hybridMultilevel"/>
    <w:tmpl w:val="2C3EC3CC"/>
    <w:lvl w:ilvl="0" w:tplc="423E8F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C3E7BF4"/>
    <w:multiLevelType w:val="hybridMultilevel"/>
    <w:tmpl w:val="081438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F8C3C20"/>
    <w:multiLevelType w:val="hybridMultilevel"/>
    <w:tmpl w:val="DA3E1848"/>
    <w:lvl w:ilvl="0" w:tplc="539C1376">
      <w:start w:val="1"/>
      <w:numFmt w:val="decimal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14D83"/>
    <w:multiLevelType w:val="singleLevel"/>
    <w:tmpl w:val="1E94858C"/>
    <w:lvl w:ilvl="0">
      <w:start w:val="1"/>
      <w:numFmt w:val="bullet"/>
      <w:pStyle w:val="TIRETbul1cm"/>
      <w:lvlText w:val=""/>
      <w:lvlJc w:val="left"/>
      <w:pPr>
        <w:tabs>
          <w:tab w:val="num" w:pos="644"/>
        </w:tabs>
        <w:ind w:left="284" w:firstLine="0"/>
      </w:pPr>
      <w:rPr>
        <w:rFonts w:ascii="Symbol" w:hAnsi="Symbol" w:hint="default"/>
      </w:rPr>
    </w:lvl>
  </w:abstractNum>
  <w:abstractNum w:abstractNumId="14" w15:restartNumberingAfterBreak="0">
    <w:nsid w:val="34527106"/>
    <w:multiLevelType w:val="hybridMultilevel"/>
    <w:tmpl w:val="16063CF6"/>
    <w:lvl w:ilvl="0" w:tplc="B31CB54C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3446EEBE">
      <w:start w:val="1"/>
      <w:numFmt w:val="decimal"/>
      <w:lvlText w:val="%2."/>
      <w:lvlJc w:val="left"/>
      <w:pPr>
        <w:ind w:left="2505" w:hanging="705"/>
      </w:pPr>
      <w:rPr>
        <w:rFonts w:hint="default"/>
        <w:i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4A00F7A"/>
    <w:multiLevelType w:val="hybridMultilevel"/>
    <w:tmpl w:val="C3646948"/>
    <w:lvl w:ilvl="0" w:tplc="5C7EE47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7E1EDF"/>
    <w:multiLevelType w:val="hybridMultilevel"/>
    <w:tmpl w:val="67DA7622"/>
    <w:lvl w:ilvl="0" w:tplc="CD36341A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952934"/>
    <w:multiLevelType w:val="hybridMultilevel"/>
    <w:tmpl w:val="B89AA09C"/>
    <w:lvl w:ilvl="0" w:tplc="39E08F74">
      <w:start w:val="1"/>
      <w:numFmt w:val="decimal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D450B7"/>
    <w:multiLevelType w:val="hybridMultilevel"/>
    <w:tmpl w:val="0DD62094"/>
    <w:lvl w:ilvl="0" w:tplc="34144C0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C85A9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DC719CE"/>
    <w:multiLevelType w:val="hybridMultilevel"/>
    <w:tmpl w:val="3ED25720"/>
    <w:lvl w:ilvl="0" w:tplc="A06847B4">
      <w:start w:val="1"/>
      <w:numFmt w:val="upperRoman"/>
      <w:lvlText w:val="%1."/>
      <w:lvlJc w:val="left"/>
      <w:pPr>
        <w:ind w:left="133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0116B"/>
    <w:multiLevelType w:val="hybridMultilevel"/>
    <w:tmpl w:val="3564BCBC"/>
    <w:lvl w:ilvl="0" w:tplc="6EB6CBB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4B11FE"/>
    <w:multiLevelType w:val="hybridMultilevel"/>
    <w:tmpl w:val="54F21BC8"/>
    <w:lvl w:ilvl="0" w:tplc="1E9229D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>
      <w:start w:val="1"/>
      <w:numFmt w:val="lowerRoman"/>
      <w:lvlText w:val="%6."/>
      <w:lvlJc w:val="right"/>
      <w:pPr>
        <w:ind w:left="4320" w:hanging="180"/>
      </w:pPr>
    </w:lvl>
    <w:lvl w:ilvl="6" w:tplc="1409000F">
      <w:start w:val="1"/>
      <w:numFmt w:val="decimal"/>
      <w:lvlText w:val="%7."/>
      <w:lvlJc w:val="left"/>
      <w:pPr>
        <w:ind w:left="5040" w:hanging="360"/>
      </w:pPr>
    </w:lvl>
    <w:lvl w:ilvl="7" w:tplc="14090019">
      <w:start w:val="1"/>
      <w:numFmt w:val="lowerLetter"/>
      <w:lvlText w:val="%8."/>
      <w:lvlJc w:val="left"/>
      <w:pPr>
        <w:ind w:left="5760" w:hanging="360"/>
      </w:pPr>
    </w:lvl>
    <w:lvl w:ilvl="8" w:tplc="1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EE0A60"/>
    <w:multiLevelType w:val="hybridMultilevel"/>
    <w:tmpl w:val="CA1654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5F84AEA"/>
    <w:multiLevelType w:val="hybridMultilevel"/>
    <w:tmpl w:val="B6E0204E"/>
    <w:lvl w:ilvl="0" w:tplc="D090E3E0">
      <w:start w:val="1"/>
      <w:numFmt w:val="decimal"/>
      <w:lvlText w:val="1.%1"/>
      <w:lvlJc w:val="left"/>
      <w:pPr>
        <w:ind w:left="117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DD63DF"/>
    <w:multiLevelType w:val="hybridMultilevel"/>
    <w:tmpl w:val="63B0D2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D205D5"/>
    <w:multiLevelType w:val="hybridMultilevel"/>
    <w:tmpl w:val="B64895A4"/>
    <w:lvl w:ilvl="0" w:tplc="58D430E2">
      <w:start w:val="1"/>
      <w:numFmt w:val="decimal"/>
      <w:lvlText w:val="(%1)"/>
      <w:lvlJc w:val="left"/>
      <w:pPr>
        <w:ind w:left="2421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3141" w:hanging="360"/>
      </w:pPr>
    </w:lvl>
    <w:lvl w:ilvl="2" w:tplc="040C001B" w:tentative="1">
      <w:start w:val="1"/>
      <w:numFmt w:val="lowerRoman"/>
      <w:lvlText w:val="%3."/>
      <w:lvlJc w:val="right"/>
      <w:pPr>
        <w:ind w:left="3861" w:hanging="180"/>
      </w:pPr>
    </w:lvl>
    <w:lvl w:ilvl="3" w:tplc="040C000F" w:tentative="1">
      <w:start w:val="1"/>
      <w:numFmt w:val="decimal"/>
      <w:lvlText w:val="%4."/>
      <w:lvlJc w:val="left"/>
      <w:pPr>
        <w:ind w:left="4581" w:hanging="360"/>
      </w:pPr>
    </w:lvl>
    <w:lvl w:ilvl="4" w:tplc="040C0019" w:tentative="1">
      <w:start w:val="1"/>
      <w:numFmt w:val="lowerLetter"/>
      <w:lvlText w:val="%5."/>
      <w:lvlJc w:val="left"/>
      <w:pPr>
        <w:ind w:left="5301" w:hanging="360"/>
      </w:pPr>
    </w:lvl>
    <w:lvl w:ilvl="5" w:tplc="040C001B" w:tentative="1">
      <w:start w:val="1"/>
      <w:numFmt w:val="lowerRoman"/>
      <w:lvlText w:val="%6."/>
      <w:lvlJc w:val="right"/>
      <w:pPr>
        <w:ind w:left="6021" w:hanging="180"/>
      </w:pPr>
    </w:lvl>
    <w:lvl w:ilvl="6" w:tplc="040C000F" w:tentative="1">
      <w:start w:val="1"/>
      <w:numFmt w:val="decimal"/>
      <w:lvlText w:val="%7."/>
      <w:lvlJc w:val="left"/>
      <w:pPr>
        <w:ind w:left="6741" w:hanging="360"/>
      </w:pPr>
    </w:lvl>
    <w:lvl w:ilvl="7" w:tplc="040C0019" w:tentative="1">
      <w:start w:val="1"/>
      <w:numFmt w:val="lowerLetter"/>
      <w:lvlText w:val="%8."/>
      <w:lvlJc w:val="left"/>
      <w:pPr>
        <w:ind w:left="7461" w:hanging="360"/>
      </w:pPr>
    </w:lvl>
    <w:lvl w:ilvl="8" w:tplc="040C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7" w15:restartNumberingAfterBreak="0">
    <w:nsid w:val="5BF935F5"/>
    <w:multiLevelType w:val="hybridMultilevel"/>
    <w:tmpl w:val="7B4ED0C8"/>
    <w:lvl w:ilvl="0" w:tplc="446EC25C">
      <w:start w:val="1"/>
      <w:numFmt w:val="decimal"/>
      <w:lvlText w:val="2.1.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3477F"/>
    <w:multiLevelType w:val="multilevel"/>
    <w:tmpl w:val="CD7E1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1">
      <w:start w:val="1"/>
      <w:numFmt w:val="decimal"/>
      <w:lvlText w:val="%1.%2."/>
      <w:lvlJc w:val="left"/>
      <w:pPr>
        <w:tabs>
          <w:tab w:val="num" w:pos="8082"/>
        </w:tabs>
        <w:ind w:left="8082" w:hanging="432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0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5E9A10F3"/>
    <w:multiLevelType w:val="hybridMultilevel"/>
    <w:tmpl w:val="E1343F3A"/>
    <w:lvl w:ilvl="0" w:tplc="A8184B14">
      <w:start w:val="1"/>
      <w:numFmt w:val="decimal"/>
      <w:lvlText w:val="1.3.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A471A3"/>
    <w:multiLevelType w:val="hybridMultilevel"/>
    <w:tmpl w:val="CC0EBC98"/>
    <w:lvl w:ilvl="0" w:tplc="FC5AA1A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82133C"/>
    <w:multiLevelType w:val="hybridMultilevel"/>
    <w:tmpl w:val="3CA0144E"/>
    <w:lvl w:ilvl="0" w:tplc="D090E3E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9A2C26"/>
    <w:multiLevelType w:val="hybridMultilevel"/>
    <w:tmpl w:val="0D64357C"/>
    <w:lvl w:ilvl="0" w:tplc="7BBE8F90">
      <w:start w:val="1"/>
      <w:numFmt w:val="decimal"/>
      <w:lvlText w:val="4.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0B42D2"/>
    <w:multiLevelType w:val="hybridMultilevel"/>
    <w:tmpl w:val="699015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33B94"/>
    <w:multiLevelType w:val="hybridMultilevel"/>
    <w:tmpl w:val="0CBCD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45578B"/>
    <w:multiLevelType w:val="hybridMultilevel"/>
    <w:tmpl w:val="54C2F9D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086595"/>
    <w:multiLevelType w:val="hybridMultilevel"/>
    <w:tmpl w:val="96444E6E"/>
    <w:lvl w:ilvl="0" w:tplc="1AB051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927CA3"/>
    <w:multiLevelType w:val="hybridMultilevel"/>
    <w:tmpl w:val="E6B449DA"/>
    <w:lvl w:ilvl="0" w:tplc="CFE64978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314195"/>
    <w:multiLevelType w:val="hybridMultilevel"/>
    <w:tmpl w:val="76B683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BA3662"/>
    <w:multiLevelType w:val="multilevel"/>
    <w:tmpl w:val="FCDC196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3B6682A"/>
    <w:multiLevelType w:val="hybridMultilevel"/>
    <w:tmpl w:val="20BC5550"/>
    <w:lvl w:ilvl="0" w:tplc="CD36341A">
      <w:start w:val="1"/>
      <w:numFmt w:val="decimal"/>
      <w:lvlText w:val="2.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5E113C8"/>
    <w:multiLevelType w:val="hybridMultilevel"/>
    <w:tmpl w:val="662AB6E4"/>
    <w:lvl w:ilvl="0" w:tplc="9C40D8E6">
      <w:start w:val="1"/>
      <w:numFmt w:val="lowerRoman"/>
      <w:lvlText w:val="(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BF0FEE"/>
    <w:multiLevelType w:val="hybridMultilevel"/>
    <w:tmpl w:val="8CD68888"/>
    <w:lvl w:ilvl="0" w:tplc="A290053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C900552"/>
    <w:multiLevelType w:val="hybridMultilevel"/>
    <w:tmpl w:val="AACE27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20"/>
  </w:num>
  <w:num w:numId="4">
    <w:abstractNumId w:val="41"/>
  </w:num>
  <w:num w:numId="5">
    <w:abstractNumId w:val="15"/>
  </w:num>
  <w:num w:numId="6">
    <w:abstractNumId w:val="12"/>
  </w:num>
  <w:num w:numId="7">
    <w:abstractNumId w:val="26"/>
  </w:num>
  <w:num w:numId="8">
    <w:abstractNumId w:val="17"/>
  </w:num>
  <w:num w:numId="9">
    <w:abstractNumId w:val="24"/>
  </w:num>
  <w:num w:numId="10">
    <w:abstractNumId w:val="40"/>
  </w:num>
  <w:num w:numId="11">
    <w:abstractNumId w:val="14"/>
  </w:num>
  <w:num w:numId="12">
    <w:abstractNumId w:val="42"/>
  </w:num>
  <w:num w:numId="13">
    <w:abstractNumId w:val="32"/>
  </w:num>
  <w:num w:numId="14">
    <w:abstractNumId w:val="7"/>
  </w:num>
  <w:num w:numId="15">
    <w:abstractNumId w:val="31"/>
  </w:num>
  <w:num w:numId="16">
    <w:abstractNumId w:val="29"/>
  </w:num>
  <w:num w:numId="17">
    <w:abstractNumId w:val="35"/>
  </w:num>
  <w:num w:numId="18">
    <w:abstractNumId w:val="16"/>
  </w:num>
  <w:num w:numId="19">
    <w:abstractNumId w:val="27"/>
  </w:num>
  <w:num w:numId="20">
    <w:abstractNumId w:val="18"/>
  </w:num>
  <w:num w:numId="21">
    <w:abstractNumId w:val="4"/>
  </w:num>
  <w:num w:numId="22">
    <w:abstractNumId w:val="8"/>
  </w:num>
  <w:num w:numId="23">
    <w:abstractNumId w:val="6"/>
  </w:num>
  <w:num w:numId="24">
    <w:abstractNumId w:val="36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25"/>
  </w:num>
  <w:num w:numId="28">
    <w:abstractNumId w:val="33"/>
  </w:num>
  <w:num w:numId="29">
    <w:abstractNumId w:val="38"/>
  </w:num>
  <w:num w:numId="30">
    <w:abstractNumId w:val="5"/>
  </w:num>
  <w:num w:numId="31">
    <w:abstractNumId w:val="30"/>
  </w:num>
  <w:num w:numId="32">
    <w:abstractNumId w:val="1"/>
  </w:num>
  <w:num w:numId="33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21"/>
  </w:num>
  <w:num w:numId="36">
    <w:abstractNumId w:val="11"/>
  </w:num>
  <w:num w:numId="37">
    <w:abstractNumId w:val="39"/>
  </w:num>
  <w:num w:numId="38">
    <w:abstractNumId w:val="23"/>
  </w:num>
  <w:num w:numId="39">
    <w:abstractNumId w:val="10"/>
  </w:num>
  <w:num w:numId="40">
    <w:abstractNumId w:val="9"/>
  </w:num>
  <w:num w:numId="41">
    <w:abstractNumId w:val="19"/>
  </w:num>
  <w:num w:numId="42">
    <w:abstractNumId w:val="2"/>
  </w:num>
  <w:num w:numId="43">
    <w:abstractNumId w:val="34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9A8"/>
    <w:rsid w:val="00000BD4"/>
    <w:rsid w:val="00001606"/>
    <w:rsid w:val="00001736"/>
    <w:rsid w:val="00005529"/>
    <w:rsid w:val="0000711B"/>
    <w:rsid w:val="0001253C"/>
    <w:rsid w:val="00015A60"/>
    <w:rsid w:val="0002025D"/>
    <w:rsid w:val="00023BDC"/>
    <w:rsid w:val="000269A1"/>
    <w:rsid w:val="00027230"/>
    <w:rsid w:val="00033A85"/>
    <w:rsid w:val="00034CD0"/>
    <w:rsid w:val="00041E05"/>
    <w:rsid w:val="0004237C"/>
    <w:rsid w:val="00043364"/>
    <w:rsid w:val="0004371A"/>
    <w:rsid w:val="00044292"/>
    <w:rsid w:val="00045143"/>
    <w:rsid w:val="000459B8"/>
    <w:rsid w:val="00051629"/>
    <w:rsid w:val="00051FA7"/>
    <w:rsid w:val="0005218B"/>
    <w:rsid w:val="000521E7"/>
    <w:rsid w:val="00053560"/>
    <w:rsid w:val="00057D48"/>
    <w:rsid w:val="00057F0D"/>
    <w:rsid w:val="0006149C"/>
    <w:rsid w:val="00061819"/>
    <w:rsid w:val="00066003"/>
    <w:rsid w:val="00075DF7"/>
    <w:rsid w:val="000812C2"/>
    <w:rsid w:val="000828CA"/>
    <w:rsid w:val="00082B28"/>
    <w:rsid w:val="00090577"/>
    <w:rsid w:val="00091D21"/>
    <w:rsid w:val="00093DFE"/>
    <w:rsid w:val="000A539B"/>
    <w:rsid w:val="000A63BB"/>
    <w:rsid w:val="000B133E"/>
    <w:rsid w:val="000B2906"/>
    <w:rsid w:val="000B3749"/>
    <w:rsid w:val="000C396B"/>
    <w:rsid w:val="000C647D"/>
    <w:rsid w:val="000C7245"/>
    <w:rsid w:val="000D0072"/>
    <w:rsid w:val="000D2095"/>
    <w:rsid w:val="000D2E14"/>
    <w:rsid w:val="000D3991"/>
    <w:rsid w:val="000D3F10"/>
    <w:rsid w:val="000D57AE"/>
    <w:rsid w:val="000E0EE7"/>
    <w:rsid w:val="000E2C0A"/>
    <w:rsid w:val="000E34C3"/>
    <w:rsid w:val="000E65A7"/>
    <w:rsid w:val="000E6634"/>
    <w:rsid w:val="000F0AFE"/>
    <w:rsid w:val="000F1939"/>
    <w:rsid w:val="000F3878"/>
    <w:rsid w:val="000F529C"/>
    <w:rsid w:val="000F548B"/>
    <w:rsid w:val="0010186D"/>
    <w:rsid w:val="00102AE5"/>
    <w:rsid w:val="001035D7"/>
    <w:rsid w:val="00104501"/>
    <w:rsid w:val="001072F8"/>
    <w:rsid w:val="00110B44"/>
    <w:rsid w:val="00115A50"/>
    <w:rsid w:val="00116E6E"/>
    <w:rsid w:val="00121D83"/>
    <w:rsid w:val="00127889"/>
    <w:rsid w:val="00127D39"/>
    <w:rsid w:val="001374AB"/>
    <w:rsid w:val="001407D7"/>
    <w:rsid w:val="00140A32"/>
    <w:rsid w:val="0014121F"/>
    <w:rsid w:val="00144BB5"/>
    <w:rsid w:val="00145DCD"/>
    <w:rsid w:val="0014679A"/>
    <w:rsid w:val="00151D5A"/>
    <w:rsid w:val="0015382E"/>
    <w:rsid w:val="00156E14"/>
    <w:rsid w:val="00160097"/>
    <w:rsid w:val="001602BA"/>
    <w:rsid w:val="001622B8"/>
    <w:rsid w:val="00162E26"/>
    <w:rsid w:val="00163102"/>
    <w:rsid w:val="00165144"/>
    <w:rsid w:val="00167065"/>
    <w:rsid w:val="00170902"/>
    <w:rsid w:val="00171755"/>
    <w:rsid w:val="00171B95"/>
    <w:rsid w:val="00172CEE"/>
    <w:rsid w:val="00173763"/>
    <w:rsid w:val="00174164"/>
    <w:rsid w:val="00175785"/>
    <w:rsid w:val="00176D98"/>
    <w:rsid w:val="00177609"/>
    <w:rsid w:val="001811FD"/>
    <w:rsid w:val="00181486"/>
    <w:rsid w:val="00182829"/>
    <w:rsid w:val="001870DF"/>
    <w:rsid w:val="0019079C"/>
    <w:rsid w:val="001909D4"/>
    <w:rsid w:val="0019121A"/>
    <w:rsid w:val="00192AEA"/>
    <w:rsid w:val="00193001"/>
    <w:rsid w:val="0019363E"/>
    <w:rsid w:val="00194F2F"/>
    <w:rsid w:val="001970FB"/>
    <w:rsid w:val="001A17AC"/>
    <w:rsid w:val="001A1E0C"/>
    <w:rsid w:val="001A6018"/>
    <w:rsid w:val="001B701A"/>
    <w:rsid w:val="001B72C5"/>
    <w:rsid w:val="001C2C92"/>
    <w:rsid w:val="001D1904"/>
    <w:rsid w:val="001D6290"/>
    <w:rsid w:val="001E74E5"/>
    <w:rsid w:val="001F0AF6"/>
    <w:rsid w:val="001F1060"/>
    <w:rsid w:val="001F3B21"/>
    <w:rsid w:val="001F4F82"/>
    <w:rsid w:val="001F59C6"/>
    <w:rsid w:val="0020083D"/>
    <w:rsid w:val="00201363"/>
    <w:rsid w:val="00201572"/>
    <w:rsid w:val="0020370E"/>
    <w:rsid w:val="00207E4C"/>
    <w:rsid w:val="00214207"/>
    <w:rsid w:val="002146C4"/>
    <w:rsid w:val="002147EE"/>
    <w:rsid w:val="00215D6E"/>
    <w:rsid w:val="002175D4"/>
    <w:rsid w:val="0022100C"/>
    <w:rsid w:val="0023498D"/>
    <w:rsid w:val="002372C0"/>
    <w:rsid w:val="0023740F"/>
    <w:rsid w:val="0024747F"/>
    <w:rsid w:val="00247874"/>
    <w:rsid w:val="002509DC"/>
    <w:rsid w:val="0025304A"/>
    <w:rsid w:val="002550A7"/>
    <w:rsid w:val="002579F8"/>
    <w:rsid w:val="00260884"/>
    <w:rsid w:val="00273297"/>
    <w:rsid w:val="0027441A"/>
    <w:rsid w:val="002826E5"/>
    <w:rsid w:val="00284039"/>
    <w:rsid w:val="00287D9C"/>
    <w:rsid w:val="00297007"/>
    <w:rsid w:val="002A0D1D"/>
    <w:rsid w:val="002A1DA6"/>
    <w:rsid w:val="002A38A1"/>
    <w:rsid w:val="002A5BD6"/>
    <w:rsid w:val="002B0FA1"/>
    <w:rsid w:val="002B27C4"/>
    <w:rsid w:val="002B3875"/>
    <w:rsid w:val="002B62A7"/>
    <w:rsid w:val="002B7AA4"/>
    <w:rsid w:val="002B7BED"/>
    <w:rsid w:val="002C1DEE"/>
    <w:rsid w:val="002C7F77"/>
    <w:rsid w:val="002D1966"/>
    <w:rsid w:val="002E516D"/>
    <w:rsid w:val="002F68E9"/>
    <w:rsid w:val="0030085F"/>
    <w:rsid w:val="00301753"/>
    <w:rsid w:val="00305C69"/>
    <w:rsid w:val="00310A8E"/>
    <w:rsid w:val="00310F9D"/>
    <w:rsid w:val="00311C3F"/>
    <w:rsid w:val="00314265"/>
    <w:rsid w:val="00315F80"/>
    <w:rsid w:val="0031641D"/>
    <w:rsid w:val="0031681B"/>
    <w:rsid w:val="00317BD6"/>
    <w:rsid w:val="0032099F"/>
    <w:rsid w:val="0033160C"/>
    <w:rsid w:val="00335204"/>
    <w:rsid w:val="003366B3"/>
    <w:rsid w:val="00343BF0"/>
    <w:rsid w:val="00345B60"/>
    <w:rsid w:val="00346C5D"/>
    <w:rsid w:val="00350F1B"/>
    <w:rsid w:val="00354811"/>
    <w:rsid w:val="00360E45"/>
    <w:rsid w:val="0036317B"/>
    <w:rsid w:val="00364595"/>
    <w:rsid w:val="00367330"/>
    <w:rsid w:val="003704FA"/>
    <w:rsid w:val="00373BA5"/>
    <w:rsid w:val="003742AA"/>
    <w:rsid w:val="00374731"/>
    <w:rsid w:val="003759AF"/>
    <w:rsid w:val="00376E46"/>
    <w:rsid w:val="00381D3B"/>
    <w:rsid w:val="003840C6"/>
    <w:rsid w:val="0038512A"/>
    <w:rsid w:val="0038755A"/>
    <w:rsid w:val="003939B5"/>
    <w:rsid w:val="003A3D2E"/>
    <w:rsid w:val="003A4A57"/>
    <w:rsid w:val="003B262E"/>
    <w:rsid w:val="003C07D2"/>
    <w:rsid w:val="003C5B6E"/>
    <w:rsid w:val="003D122F"/>
    <w:rsid w:val="003D337A"/>
    <w:rsid w:val="003D3CA8"/>
    <w:rsid w:val="003E11F0"/>
    <w:rsid w:val="003E133E"/>
    <w:rsid w:val="003E2C41"/>
    <w:rsid w:val="003E3CAF"/>
    <w:rsid w:val="003E4588"/>
    <w:rsid w:val="003F0E24"/>
    <w:rsid w:val="003F3424"/>
    <w:rsid w:val="003F5D1D"/>
    <w:rsid w:val="003F6C61"/>
    <w:rsid w:val="00404093"/>
    <w:rsid w:val="00405E94"/>
    <w:rsid w:val="004130B4"/>
    <w:rsid w:val="00413A59"/>
    <w:rsid w:val="0041545A"/>
    <w:rsid w:val="00430191"/>
    <w:rsid w:val="00433697"/>
    <w:rsid w:val="00433EA3"/>
    <w:rsid w:val="00434B13"/>
    <w:rsid w:val="0043508F"/>
    <w:rsid w:val="00435E24"/>
    <w:rsid w:val="00441EFC"/>
    <w:rsid w:val="00442400"/>
    <w:rsid w:val="004502CB"/>
    <w:rsid w:val="0045120E"/>
    <w:rsid w:val="0045170B"/>
    <w:rsid w:val="00451A1D"/>
    <w:rsid w:val="00453140"/>
    <w:rsid w:val="00460F9B"/>
    <w:rsid w:val="0046118A"/>
    <w:rsid w:val="00461A0F"/>
    <w:rsid w:val="0046729E"/>
    <w:rsid w:val="00470DBB"/>
    <w:rsid w:val="0047649C"/>
    <w:rsid w:val="00480DA4"/>
    <w:rsid w:val="00481DA5"/>
    <w:rsid w:val="00484CFA"/>
    <w:rsid w:val="00485E87"/>
    <w:rsid w:val="00485EEF"/>
    <w:rsid w:val="004908CB"/>
    <w:rsid w:val="004934FB"/>
    <w:rsid w:val="004945A2"/>
    <w:rsid w:val="004963DB"/>
    <w:rsid w:val="00496503"/>
    <w:rsid w:val="00497BA7"/>
    <w:rsid w:val="00497D5B"/>
    <w:rsid w:val="004A3080"/>
    <w:rsid w:val="004A670B"/>
    <w:rsid w:val="004B084F"/>
    <w:rsid w:val="004B126D"/>
    <w:rsid w:val="004B1E03"/>
    <w:rsid w:val="004C022F"/>
    <w:rsid w:val="004C5A1E"/>
    <w:rsid w:val="004C70E3"/>
    <w:rsid w:val="004D12E6"/>
    <w:rsid w:val="004D34A2"/>
    <w:rsid w:val="004D7B46"/>
    <w:rsid w:val="004E3600"/>
    <w:rsid w:val="004E372D"/>
    <w:rsid w:val="004E434A"/>
    <w:rsid w:val="004E6D91"/>
    <w:rsid w:val="004F28F4"/>
    <w:rsid w:val="004F4967"/>
    <w:rsid w:val="004F691D"/>
    <w:rsid w:val="004F7F01"/>
    <w:rsid w:val="00502788"/>
    <w:rsid w:val="005028D1"/>
    <w:rsid w:val="00506978"/>
    <w:rsid w:val="005103CC"/>
    <w:rsid w:val="0051042B"/>
    <w:rsid w:val="00512572"/>
    <w:rsid w:val="00512716"/>
    <w:rsid w:val="0051331F"/>
    <w:rsid w:val="00515A4C"/>
    <w:rsid w:val="00516A84"/>
    <w:rsid w:val="005170EA"/>
    <w:rsid w:val="00517D6D"/>
    <w:rsid w:val="005209D8"/>
    <w:rsid w:val="005233AD"/>
    <w:rsid w:val="00531BB0"/>
    <w:rsid w:val="00531C4C"/>
    <w:rsid w:val="00533AA9"/>
    <w:rsid w:val="005378CF"/>
    <w:rsid w:val="00540E9F"/>
    <w:rsid w:val="0054579E"/>
    <w:rsid w:val="00545E72"/>
    <w:rsid w:val="00551EE0"/>
    <w:rsid w:val="0055311C"/>
    <w:rsid w:val="00553E30"/>
    <w:rsid w:val="00555FAF"/>
    <w:rsid w:val="005625CF"/>
    <w:rsid w:val="00573753"/>
    <w:rsid w:val="0057504D"/>
    <w:rsid w:val="005761D7"/>
    <w:rsid w:val="005824C1"/>
    <w:rsid w:val="005824DE"/>
    <w:rsid w:val="00586A66"/>
    <w:rsid w:val="0059121C"/>
    <w:rsid w:val="00592A6E"/>
    <w:rsid w:val="005930EF"/>
    <w:rsid w:val="005A3407"/>
    <w:rsid w:val="005A557C"/>
    <w:rsid w:val="005A6BA8"/>
    <w:rsid w:val="005B1DBF"/>
    <w:rsid w:val="005B363C"/>
    <w:rsid w:val="005B61D4"/>
    <w:rsid w:val="005C1BA6"/>
    <w:rsid w:val="005C2188"/>
    <w:rsid w:val="005C48E6"/>
    <w:rsid w:val="005C7200"/>
    <w:rsid w:val="005D0A11"/>
    <w:rsid w:val="005D0F6D"/>
    <w:rsid w:val="005D229B"/>
    <w:rsid w:val="005D6BE7"/>
    <w:rsid w:val="005E4927"/>
    <w:rsid w:val="005E5BF8"/>
    <w:rsid w:val="005F355D"/>
    <w:rsid w:val="005F3F84"/>
    <w:rsid w:val="005F4623"/>
    <w:rsid w:val="005F78D9"/>
    <w:rsid w:val="00600FC8"/>
    <w:rsid w:val="00602B2C"/>
    <w:rsid w:val="00603E12"/>
    <w:rsid w:val="00604D79"/>
    <w:rsid w:val="00612252"/>
    <w:rsid w:val="00612916"/>
    <w:rsid w:val="00613551"/>
    <w:rsid w:val="00613DC8"/>
    <w:rsid w:val="00614B1D"/>
    <w:rsid w:val="0061658F"/>
    <w:rsid w:val="00616EB6"/>
    <w:rsid w:val="00625741"/>
    <w:rsid w:val="00626B66"/>
    <w:rsid w:val="00630A12"/>
    <w:rsid w:val="0063691A"/>
    <w:rsid w:val="00637554"/>
    <w:rsid w:val="00637CA9"/>
    <w:rsid w:val="00637DF8"/>
    <w:rsid w:val="006470EF"/>
    <w:rsid w:val="00647887"/>
    <w:rsid w:val="006504BC"/>
    <w:rsid w:val="00650D91"/>
    <w:rsid w:val="00652D82"/>
    <w:rsid w:val="00655BD7"/>
    <w:rsid w:val="006644BF"/>
    <w:rsid w:val="00664BC0"/>
    <w:rsid w:val="006665E0"/>
    <w:rsid w:val="00667BC7"/>
    <w:rsid w:val="006725AD"/>
    <w:rsid w:val="006750FA"/>
    <w:rsid w:val="006825F9"/>
    <w:rsid w:val="00683572"/>
    <w:rsid w:val="00686753"/>
    <w:rsid w:val="006868EA"/>
    <w:rsid w:val="00694B05"/>
    <w:rsid w:val="006955F1"/>
    <w:rsid w:val="006A008E"/>
    <w:rsid w:val="006A07D0"/>
    <w:rsid w:val="006A257D"/>
    <w:rsid w:val="006B095C"/>
    <w:rsid w:val="006B5BF3"/>
    <w:rsid w:val="006B5D69"/>
    <w:rsid w:val="006C1310"/>
    <w:rsid w:val="006D1036"/>
    <w:rsid w:val="006D2270"/>
    <w:rsid w:val="006D2A8F"/>
    <w:rsid w:val="006D31EF"/>
    <w:rsid w:val="006D343D"/>
    <w:rsid w:val="006D7437"/>
    <w:rsid w:val="006E0501"/>
    <w:rsid w:val="006E7C08"/>
    <w:rsid w:val="006E7F90"/>
    <w:rsid w:val="006F3138"/>
    <w:rsid w:val="006F397F"/>
    <w:rsid w:val="006F4550"/>
    <w:rsid w:val="00702CC4"/>
    <w:rsid w:val="007057A8"/>
    <w:rsid w:val="00706E5A"/>
    <w:rsid w:val="007073FB"/>
    <w:rsid w:val="00707C06"/>
    <w:rsid w:val="00707D39"/>
    <w:rsid w:val="00715A00"/>
    <w:rsid w:val="0071704B"/>
    <w:rsid w:val="0072189F"/>
    <w:rsid w:val="007221A9"/>
    <w:rsid w:val="00722A41"/>
    <w:rsid w:val="00723338"/>
    <w:rsid w:val="0072334E"/>
    <w:rsid w:val="0072512E"/>
    <w:rsid w:val="00725BE4"/>
    <w:rsid w:val="007274AC"/>
    <w:rsid w:val="00730684"/>
    <w:rsid w:val="00732873"/>
    <w:rsid w:val="0073445F"/>
    <w:rsid w:val="007404C9"/>
    <w:rsid w:val="00745D01"/>
    <w:rsid w:val="00747721"/>
    <w:rsid w:val="00750B1D"/>
    <w:rsid w:val="0076038B"/>
    <w:rsid w:val="00761891"/>
    <w:rsid w:val="007644BC"/>
    <w:rsid w:val="00767770"/>
    <w:rsid w:val="00771E27"/>
    <w:rsid w:val="00782339"/>
    <w:rsid w:val="007831C9"/>
    <w:rsid w:val="007837B7"/>
    <w:rsid w:val="00783E90"/>
    <w:rsid w:val="00784751"/>
    <w:rsid w:val="00786372"/>
    <w:rsid w:val="00787E9D"/>
    <w:rsid w:val="00790AA1"/>
    <w:rsid w:val="00794C7F"/>
    <w:rsid w:val="00797BA9"/>
    <w:rsid w:val="007A20B4"/>
    <w:rsid w:val="007A26FB"/>
    <w:rsid w:val="007A3F11"/>
    <w:rsid w:val="007A7687"/>
    <w:rsid w:val="007B2D00"/>
    <w:rsid w:val="007B32C0"/>
    <w:rsid w:val="007B3779"/>
    <w:rsid w:val="007B6831"/>
    <w:rsid w:val="007C03AE"/>
    <w:rsid w:val="007C119F"/>
    <w:rsid w:val="007C7F61"/>
    <w:rsid w:val="007D06CC"/>
    <w:rsid w:val="007D1665"/>
    <w:rsid w:val="007D61B9"/>
    <w:rsid w:val="007E668F"/>
    <w:rsid w:val="007F05E9"/>
    <w:rsid w:val="007F379D"/>
    <w:rsid w:val="007F43C9"/>
    <w:rsid w:val="007F5428"/>
    <w:rsid w:val="00800126"/>
    <w:rsid w:val="0080140B"/>
    <w:rsid w:val="00801BA4"/>
    <w:rsid w:val="008024DF"/>
    <w:rsid w:val="008047FE"/>
    <w:rsid w:val="008050E9"/>
    <w:rsid w:val="00807083"/>
    <w:rsid w:val="008106EB"/>
    <w:rsid w:val="00812858"/>
    <w:rsid w:val="00815DB8"/>
    <w:rsid w:val="00816B14"/>
    <w:rsid w:val="00820B4A"/>
    <w:rsid w:val="00824A9E"/>
    <w:rsid w:val="00825B95"/>
    <w:rsid w:val="00827866"/>
    <w:rsid w:val="008279FB"/>
    <w:rsid w:val="00833F15"/>
    <w:rsid w:val="00836B64"/>
    <w:rsid w:val="008441FB"/>
    <w:rsid w:val="008443B3"/>
    <w:rsid w:val="00845A26"/>
    <w:rsid w:val="00852148"/>
    <w:rsid w:val="00852194"/>
    <w:rsid w:val="008604E5"/>
    <w:rsid w:val="00861390"/>
    <w:rsid w:val="008651F2"/>
    <w:rsid w:val="00866564"/>
    <w:rsid w:val="00867A63"/>
    <w:rsid w:val="0087082A"/>
    <w:rsid w:val="00871D43"/>
    <w:rsid w:val="00874AFC"/>
    <w:rsid w:val="008806B2"/>
    <w:rsid w:val="00881612"/>
    <w:rsid w:val="008833C0"/>
    <w:rsid w:val="00885AC4"/>
    <w:rsid w:val="008866C5"/>
    <w:rsid w:val="00893ACE"/>
    <w:rsid w:val="00893D74"/>
    <w:rsid w:val="008A42FE"/>
    <w:rsid w:val="008B0BC6"/>
    <w:rsid w:val="008B0D6B"/>
    <w:rsid w:val="008B1246"/>
    <w:rsid w:val="008B26BB"/>
    <w:rsid w:val="008B576E"/>
    <w:rsid w:val="008C4D67"/>
    <w:rsid w:val="008D1172"/>
    <w:rsid w:val="008D1C04"/>
    <w:rsid w:val="008D2C9C"/>
    <w:rsid w:val="008D3B17"/>
    <w:rsid w:val="008D4FAA"/>
    <w:rsid w:val="008D57B0"/>
    <w:rsid w:val="008D6725"/>
    <w:rsid w:val="008D71BB"/>
    <w:rsid w:val="008E0115"/>
    <w:rsid w:val="008E04A2"/>
    <w:rsid w:val="008E0949"/>
    <w:rsid w:val="008E1749"/>
    <w:rsid w:val="008E4927"/>
    <w:rsid w:val="008E744C"/>
    <w:rsid w:val="008E7591"/>
    <w:rsid w:val="008E7672"/>
    <w:rsid w:val="008F1E9E"/>
    <w:rsid w:val="008F331A"/>
    <w:rsid w:val="008F5A4E"/>
    <w:rsid w:val="008F5C7E"/>
    <w:rsid w:val="00901673"/>
    <w:rsid w:val="00904269"/>
    <w:rsid w:val="00906D11"/>
    <w:rsid w:val="009076F7"/>
    <w:rsid w:val="00910BE8"/>
    <w:rsid w:val="009119ED"/>
    <w:rsid w:val="00912AB0"/>
    <w:rsid w:val="00922F58"/>
    <w:rsid w:val="0092520F"/>
    <w:rsid w:val="0093027D"/>
    <w:rsid w:val="00930F45"/>
    <w:rsid w:val="00930F57"/>
    <w:rsid w:val="009325BB"/>
    <w:rsid w:val="009348BF"/>
    <w:rsid w:val="00935403"/>
    <w:rsid w:val="00937E66"/>
    <w:rsid w:val="00941003"/>
    <w:rsid w:val="00942CBE"/>
    <w:rsid w:val="009431B1"/>
    <w:rsid w:val="00945AEC"/>
    <w:rsid w:val="00952D88"/>
    <w:rsid w:val="00955450"/>
    <w:rsid w:val="009557E3"/>
    <w:rsid w:val="009573CB"/>
    <w:rsid w:val="00960324"/>
    <w:rsid w:val="00960ED7"/>
    <w:rsid w:val="00962F89"/>
    <w:rsid w:val="00965422"/>
    <w:rsid w:val="00966E39"/>
    <w:rsid w:val="00970B78"/>
    <w:rsid w:val="00972E02"/>
    <w:rsid w:val="0097542D"/>
    <w:rsid w:val="00976CDB"/>
    <w:rsid w:val="00977644"/>
    <w:rsid w:val="00982124"/>
    <w:rsid w:val="00982F6F"/>
    <w:rsid w:val="0098479C"/>
    <w:rsid w:val="009856E7"/>
    <w:rsid w:val="00986DFC"/>
    <w:rsid w:val="00992293"/>
    <w:rsid w:val="00992AA8"/>
    <w:rsid w:val="0099454B"/>
    <w:rsid w:val="009951C2"/>
    <w:rsid w:val="00996746"/>
    <w:rsid w:val="00996B48"/>
    <w:rsid w:val="009A19D5"/>
    <w:rsid w:val="009A591F"/>
    <w:rsid w:val="009B0A5A"/>
    <w:rsid w:val="009C78CF"/>
    <w:rsid w:val="009D0DB5"/>
    <w:rsid w:val="009E5170"/>
    <w:rsid w:val="009E532B"/>
    <w:rsid w:val="009E5B80"/>
    <w:rsid w:val="009E5B8B"/>
    <w:rsid w:val="009E5C1B"/>
    <w:rsid w:val="009E783A"/>
    <w:rsid w:val="009F0552"/>
    <w:rsid w:val="009F62D9"/>
    <w:rsid w:val="009F7343"/>
    <w:rsid w:val="00A06C36"/>
    <w:rsid w:val="00A0719F"/>
    <w:rsid w:val="00A101F8"/>
    <w:rsid w:val="00A14249"/>
    <w:rsid w:val="00A1526B"/>
    <w:rsid w:val="00A163B6"/>
    <w:rsid w:val="00A166B5"/>
    <w:rsid w:val="00A1688B"/>
    <w:rsid w:val="00A16AF6"/>
    <w:rsid w:val="00A203C0"/>
    <w:rsid w:val="00A329F5"/>
    <w:rsid w:val="00A34317"/>
    <w:rsid w:val="00A360D8"/>
    <w:rsid w:val="00A411DF"/>
    <w:rsid w:val="00A443EF"/>
    <w:rsid w:val="00A444CD"/>
    <w:rsid w:val="00A454BA"/>
    <w:rsid w:val="00A457F0"/>
    <w:rsid w:val="00A52DDD"/>
    <w:rsid w:val="00A536D1"/>
    <w:rsid w:val="00A57F70"/>
    <w:rsid w:val="00A60F49"/>
    <w:rsid w:val="00A61CDD"/>
    <w:rsid w:val="00A63661"/>
    <w:rsid w:val="00A6416A"/>
    <w:rsid w:val="00A645E5"/>
    <w:rsid w:val="00A6667F"/>
    <w:rsid w:val="00A704D0"/>
    <w:rsid w:val="00A706B8"/>
    <w:rsid w:val="00A7103F"/>
    <w:rsid w:val="00A7664A"/>
    <w:rsid w:val="00A77195"/>
    <w:rsid w:val="00A80535"/>
    <w:rsid w:val="00A80DB0"/>
    <w:rsid w:val="00A835FA"/>
    <w:rsid w:val="00A8374B"/>
    <w:rsid w:val="00A86950"/>
    <w:rsid w:val="00A91FED"/>
    <w:rsid w:val="00A93401"/>
    <w:rsid w:val="00A93E41"/>
    <w:rsid w:val="00A97F05"/>
    <w:rsid w:val="00AA251F"/>
    <w:rsid w:val="00AA3575"/>
    <w:rsid w:val="00AA4D07"/>
    <w:rsid w:val="00AA4D5F"/>
    <w:rsid w:val="00AB2015"/>
    <w:rsid w:val="00AB7D27"/>
    <w:rsid w:val="00AD0E51"/>
    <w:rsid w:val="00AD7057"/>
    <w:rsid w:val="00AD7DD5"/>
    <w:rsid w:val="00AE0199"/>
    <w:rsid w:val="00AE0F74"/>
    <w:rsid w:val="00AE2007"/>
    <w:rsid w:val="00AE4A12"/>
    <w:rsid w:val="00AE4DE6"/>
    <w:rsid w:val="00AE544F"/>
    <w:rsid w:val="00AE76D1"/>
    <w:rsid w:val="00AF6998"/>
    <w:rsid w:val="00AF6AA8"/>
    <w:rsid w:val="00AF7733"/>
    <w:rsid w:val="00B02779"/>
    <w:rsid w:val="00B10449"/>
    <w:rsid w:val="00B121A5"/>
    <w:rsid w:val="00B17A2B"/>
    <w:rsid w:val="00B2005D"/>
    <w:rsid w:val="00B20195"/>
    <w:rsid w:val="00B210CE"/>
    <w:rsid w:val="00B214B3"/>
    <w:rsid w:val="00B21718"/>
    <w:rsid w:val="00B22E1A"/>
    <w:rsid w:val="00B24126"/>
    <w:rsid w:val="00B26B4B"/>
    <w:rsid w:val="00B27DB0"/>
    <w:rsid w:val="00B30137"/>
    <w:rsid w:val="00B30EEC"/>
    <w:rsid w:val="00B323AA"/>
    <w:rsid w:val="00B3385C"/>
    <w:rsid w:val="00B35305"/>
    <w:rsid w:val="00B37410"/>
    <w:rsid w:val="00B37FDF"/>
    <w:rsid w:val="00B4221F"/>
    <w:rsid w:val="00B43631"/>
    <w:rsid w:val="00B4405C"/>
    <w:rsid w:val="00B44E89"/>
    <w:rsid w:val="00B45E42"/>
    <w:rsid w:val="00B46848"/>
    <w:rsid w:val="00B46ADA"/>
    <w:rsid w:val="00B46EAF"/>
    <w:rsid w:val="00B56C67"/>
    <w:rsid w:val="00B6185A"/>
    <w:rsid w:val="00B74BE0"/>
    <w:rsid w:val="00B8099B"/>
    <w:rsid w:val="00B83CCF"/>
    <w:rsid w:val="00B86F63"/>
    <w:rsid w:val="00B870A2"/>
    <w:rsid w:val="00B93AE8"/>
    <w:rsid w:val="00B95887"/>
    <w:rsid w:val="00B95AF2"/>
    <w:rsid w:val="00BA1494"/>
    <w:rsid w:val="00BA313E"/>
    <w:rsid w:val="00BA5BFA"/>
    <w:rsid w:val="00BB162C"/>
    <w:rsid w:val="00BB22F1"/>
    <w:rsid w:val="00BB2DB2"/>
    <w:rsid w:val="00BC1298"/>
    <w:rsid w:val="00BC2434"/>
    <w:rsid w:val="00BC25DC"/>
    <w:rsid w:val="00BC4B60"/>
    <w:rsid w:val="00BC74E8"/>
    <w:rsid w:val="00BD17F1"/>
    <w:rsid w:val="00BD1FAC"/>
    <w:rsid w:val="00BD5264"/>
    <w:rsid w:val="00BE04B7"/>
    <w:rsid w:val="00BF299F"/>
    <w:rsid w:val="00BF2A09"/>
    <w:rsid w:val="00BF310E"/>
    <w:rsid w:val="00BF6794"/>
    <w:rsid w:val="00C0042D"/>
    <w:rsid w:val="00C00470"/>
    <w:rsid w:val="00C049B6"/>
    <w:rsid w:val="00C0577D"/>
    <w:rsid w:val="00C06EC4"/>
    <w:rsid w:val="00C12359"/>
    <w:rsid w:val="00C248AA"/>
    <w:rsid w:val="00C24BFB"/>
    <w:rsid w:val="00C279D5"/>
    <w:rsid w:val="00C30B39"/>
    <w:rsid w:val="00C32B16"/>
    <w:rsid w:val="00C33034"/>
    <w:rsid w:val="00C3377D"/>
    <w:rsid w:val="00C33C9C"/>
    <w:rsid w:val="00C43287"/>
    <w:rsid w:val="00C44F4F"/>
    <w:rsid w:val="00C469C0"/>
    <w:rsid w:val="00C545E7"/>
    <w:rsid w:val="00C57C1B"/>
    <w:rsid w:val="00C60797"/>
    <w:rsid w:val="00C649A8"/>
    <w:rsid w:val="00C66AF6"/>
    <w:rsid w:val="00C67672"/>
    <w:rsid w:val="00C67B8D"/>
    <w:rsid w:val="00C71238"/>
    <w:rsid w:val="00C7278F"/>
    <w:rsid w:val="00C740C1"/>
    <w:rsid w:val="00C82180"/>
    <w:rsid w:val="00C82392"/>
    <w:rsid w:val="00C86F93"/>
    <w:rsid w:val="00C918E2"/>
    <w:rsid w:val="00C95985"/>
    <w:rsid w:val="00CA1BBF"/>
    <w:rsid w:val="00CA2DD9"/>
    <w:rsid w:val="00CA7BAC"/>
    <w:rsid w:val="00CB1AEA"/>
    <w:rsid w:val="00CB3D2D"/>
    <w:rsid w:val="00CB5EA4"/>
    <w:rsid w:val="00CB70C5"/>
    <w:rsid w:val="00CB7471"/>
    <w:rsid w:val="00CC17B9"/>
    <w:rsid w:val="00CD0806"/>
    <w:rsid w:val="00CD3F68"/>
    <w:rsid w:val="00CD5D08"/>
    <w:rsid w:val="00CD74D4"/>
    <w:rsid w:val="00CE1BFF"/>
    <w:rsid w:val="00CE2653"/>
    <w:rsid w:val="00CE32C7"/>
    <w:rsid w:val="00CE377A"/>
    <w:rsid w:val="00CE6434"/>
    <w:rsid w:val="00CF17E5"/>
    <w:rsid w:val="00CF7ACE"/>
    <w:rsid w:val="00D0015E"/>
    <w:rsid w:val="00D02B29"/>
    <w:rsid w:val="00D02D73"/>
    <w:rsid w:val="00D033A8"/>
    <w:rsid w:val="00D053A7"/>
    <w:rsid w:val="00D07C82"/>
    <w:rsid w:val="00D10EED"/>
    <w:rsid w:val="00D10FE7"/>
    <w:rsid w:val="00D14FBC"/>
    <w:rsid w:val="00D1517B"/>
    <w:rsid w:val="00D1609B"/>
    <w:rsid w:val="00D16DDC"/>
    <w:rsid w:val="00D17C62"/>
    <w:rsid w:val="00D2241D"/>
    <w:rsid w:val="00D23406"/>
    <w:rsid w:val="00D23983"/>
    <w:rsid w:val="00D26345"/>
    <w:rsid w:val="00D343BF"/>
    <w:rsid w:val="00D35EF7"/>
    <w:rsid w:val="00D36227"/>
    <w:rsid w:val="00D43571"/>
    <w:rsid w:val="00D44ED3"/>
    <w:rsid w:val="00D46ECF"/>
    <w:rsid w:val="00D5198B"/>
    <w:rsid w:val="00D52588"/>
    <w:rsid w:val="00D552E4"/>
    <w:rsid w:val="00D557C5"/>
    <w:rsid w:val="00D56A99"/>
    <w:rsid w:val="00D615D1"/>
    <w:rsid w:val="00D61F4B"/>
    <w:rsid w:val="00D622FD"/>
    <w:rsid w:val="00D62770"/>
    <w:rsid w:val="00D67992"/>
    <w:rsid w:val="00D67D28"/>
    <w:rsid w:val="00D7565B"/>
    <w:rsid w:val="00D83CA0"/>
    <w:rsid w:val="00D85920"/>
    <w:rsid w:val="00D87560"/>
    <w:rsid w:val="00D87E0E"/>
    <w:rsid w:val="00D9037D"/>
    <w:rsid w:val="00D91109"/>
    <w:rsid w:val="00D9282D"/>
    <w:rsid w:val="00D9312F"/>
    <w:rsid w:val="00D945EF"/>
    <w:rsid w:val="00DA3BBC"/>
    <w:rsid w:val="00DB0F6F"/>
    <w:rsid w:val="00DB11AE"/>
    <w:rsid w:val="00DB18D8"/>
    <w:rsid w:val="00DB3DFF"/>
    <w:rsid w:val="00DB507A"/>
    <w:rsid w:val="00DB5D4E"/>
    <w:rsid w:val="00DB7CF0"/>
    <w:rsid w:val="00DC22C6"/>
    <w:rsid w:val="00DC385C"/>
    <w:rsid w:val="00DC64EB"/>
    <w:rsid w:val="00DC6E06"/>
    <w:rsid w:val="00DC6F46"/>
    <w:rsid w:val="00DD059C"/>
    <w:rsid w:val="00DD1EC7"/>
    <w:rsid w:val="00DD27F8"/>
    <w:rsid w:val="00DD4A1C"/>
    <w:rsid w:val="00DD5AAF"/>
    <w:rsid w:val="00DD6065"/>
    <w:rsid w:val="00DD6FD8"/>
    <w:rsid w:val="00DE16B9"/>
    <w:rsid w:val="00DE252E"/>
    <w:rsid w:val="00DE40AB"/>
    <w:rsid w:val="00DE41D5"/>
    <w:rsid w:val="00DE6507"/>
    <w:rsid w:val="00DE6ED0"/>
    <w:rsid w:val="00DF16E4"/>
    <w:rsid w:val="00DF344B"/>
    <w:rsid w:val="00DF5979"/>
    <w:rsid w:val="00E00886"/>
    <w:rsid w:val="00E01150"/>
    <w:rsid w:val="00E06C84"/>
    <w:rsid w:val="00E071BA"/>
    <w:rsid w:val="00E07966"/>
    <w:rsid w:val="00E10C75"/>
    <w:rsid w:val="00E11AE1"/>
    <w:rsid w:val="00E11CB0"/>
    <w:rsid w:val="00E12107"/>
    <w:rsid w:val="00E12A57"/>
    <w:rsid w:val="00E164B0"/>
    <w:rsid w:val="00E24CCF"/>
    <w:rsid w:val="00E26142"/>
    <w:rsid w:val="00E26E13"/>
    <w:rsid w:val="00E30D06"/>
    <w:rsid w:val="00E328E5"/>
    <w:rsid w:val="00E34722"/>
    <w:rsid w:val="00E35C88"/>
    <w:rsid w:val="00E37964"/>
    <w:rsid w:val="00E37E17"/>
    <w:rsid w:val="00E37F70"/>
    <w:rsid w:val="00E4526B"/>
    <w:rsid w:val="00E45D1A"/>
    <w:rsid w:val="00E50959"/>
    <w:rsid w:val="00E514E1"/>
    <w:rsid w:val="00E5489B"/>
    <w:rsid w:val="00E5515E"/>
    <w:rsid w:val="00E600A4"/>
    <w:rsid w:val="00E623F5"/>
    <w:rsid w:val="00E6267C"/>
    <w:rsid w:val="00E644D4"/>
    <w:rsid w:val="00E64AAF"/>
    <w:rsid w:val="00E65656"/>
    <w:rsid w:val="00E65CBC"/>
    <w:rsid w:val="00E66928"/>
    <w:rsid w:val="00E719AF"/>
    <w:rsid w:val="00E71D48"/>
    <w:rsid w:val="00E76CAF"/>
    <w:rsid w:val="00E814FE"/>
    <w:rsid w:val="00E8620D"/>
    <w:rsid w:val="00E86293"/>
    <w:rsid w:val="00E87E4B"/>
    <w:rsid w:val="00E90A94"/>
    <w:rsid w:val="00E91958"/>
    <w:rsid w:val="00E92A66"/>
    <w:rsid w:val="00E93492"/>
    <w:rsid w:val="00E95144"/>
    <w:rsid w:val="00E96D58"/>
    <w:rsid w:val="00EA009C"/>
    <w:rsid w:val="00EA2E62"/>
    <w:rsid w:val="00EA34E2"/>
    <w:rsid w:val="00EB3C79"/>
    <w:rsid w:val="00EB5500"/>
    <w:rsid w:val="00EB59E9"/>
    <w:rsid w:val="00EB5C8A"/>
    <w:rsid w:val="00EB5CE2"/>
    <w:rsid w:val="00EB6BD9"/>
    <w:rsid w:val="00EC07EA"/>
    <w:rsid w:val="00EC1695"/>
    <w:rsid w:val="00EC4456"/>
    <w:rsid w:val="00EC4730"/>
    <w:rsid w:val="00EC7C24"/>
    <w:rsid w:val="00ED62B4"/>
    <w:rsid w:val="00ED680B"/>
    <w:rsid w:val="00ED7B6E"/>
    <w:rsid w:val="00ED7FBA"/>
    <w:rsid w:val="00EF0568"/>
    <w:rsid w:val="00EF190F"/>
    <w:rsid w:val="00EF1D26"/>
    <w:rsid w:val="00EF2ABD"/>
    <w:rsid w:val="00EF2B31"/>
    <w:rsid w:val="00EF41D2"/>
    <w:rsid w:val="00EF440B"/>
    <w:rsid w:val="00EF4F15"/>
    <w:rsid w:val="00EF51E6"/>
    <w:rsid w:val="00EF5FA4"/>
    <w:rsid w:val="00EF5FBC"/>
    <w:rsid w:val="00F00DB4"/>
    <w:rsid w:val="00F00DF0"/>
    <w:rsid w:val="00F025E6"/>
    <w:rsid w:val="00F02DFA"/>
    <w:rsid w:val="00F04AC4"/>
    <w:rsid w:val="00F04D0C"/>
    <w:rsid w:val="00F06693"/>
    <w:rsid w:val="00F0689B"/>
    <w:rsid w:val="00F06911"/>
    <w:rsid w:val="00F06E8C"/>
    <w:rsid w:val="00F12ECB"/>
    <w:rsid w:val="00F21B17"/>
    <w:rsid w:val="00F24F88"/>
    <w:rsid w:val="00F3289E"/>
    <w:rsid w:val="00F42093"/>
    <w:rsid w:val="00F42414"/>
    <w:rsid w:val="00F44901"/>
    <w:rsid w:val="00F57235"/>
    <w:rsid w:val="00F70DA0"/>
    <w:rsid w:val="00F71606"/>
    <w:rsid w:val="00F75226"/>
    <w:rsid w:val="00F769E2"/>
    <w:rsid w:val="00F81776"/>
    <w:rsid w:val="00F83406"/>
    <w:rsid w:val="00F83807"/>
    <w:rsid w:val="00F84A60"/>
    <w:rsid w:val="00F85691"/>
    <w:rsid w:val="00F8698F"/>
    <w:rsid w:val="00F86E07"/>
    <w:rsid w:val="00F86EEC"/>
    <w:rsid w:val="00F8778E"/>
    <w:rsid w:val="00F90663"/>
    <w:rsid w:val="00F93CE7"/>
    <w:rsid w:val="00F94A74"/>
    <w:rsid w:val="00F95321"/>
    <w:rsid w:val="00F9613E"/>
    <w:rsid w:val="00F9633B"/>
    <w:rsid w:val="00FA4AAD"/>
    <w:rsid w:val="00FA6D8A"/>
    <w:rsid w:val="00FB0870"/>
    <w:rsid w:val="00FC00AF"/>
    <w:rsid w:val="00FC11BE"/>
    <w:rsid w:val="00FC1E61"/>
    <w:rsid w:val="00FC2340"/>
    <w:rsid w:val="00FC3592"/>
    <w:rsid w:val="00FC3AA0"/>
    <w:rsid w:val="00FC54F1"/>
    <w:rsid w:val="00FC5941"/>
    <w:rsid w:val="00FC6C67"/>
    <w:rsid w:val="00FD06C4"/>
    <w:rsid w:val="00FD0C3B"/>
    <w:rsid w:val="00FD14BA"/>
    <w:rsid w:val="00FD398C"/>
    <w:rsid w:val="00FD66C8"/>
    <w:rsid w:val="00FD6B1F"/>
    <w:rsid w:val="00FD765B"/>
    <w:rsid w:val="00FE0317"/>
    <w:rsid w:val="00FE3677"/>
    <w:rsid w:val="00FE4445"/>
    <w:rsid w:val="00FE4472"/>
    <w:rsid w:val="00FE48F0"/>
    <w:rsid w:val="00FE6AF1"/>
    <w:rsid w:val="00FE77CD"/>
    <w:rsid w:val="00FF26F6"/>
    <w:rsid w:val="00FF33C3"/>
    <w:rsid w:val="00FF3457"/>
    <w:rsid w:val="00FF4B03"/>
    <w:rsid w:val="00FF6960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0C167F"/>
  <w15:docId w15:val="{8F7A2770-7612-42EE-A17E-B1F930CA0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545A"/>
    <w:pPr>
      <w:tabs>
        <w:tab w:val="left" w:pos="567"/>
      </w:tabs>
      <w:snapToGrid w:val="0"/>
    </w:pPr>
    <w:rPr>
      <w:rFonts w:ascii="Arial" w:hAnsi="Arial"/>
      <w:snapToGrid w:val="0"/>
      <w:sz w:val="22"/>
      <w:szCs w:val="24"/>
      <w:lang w:val="fr-FR" w:eastAsia="zh-CN"/>
    </w:rPr>
  </w:style>
  <w:style w:type="paragraph" w:styleId="Titre1">
    <w:name w:val="heading 1"/>
    <w:basedOn w:val="Normal"/>
    <w:next w:val="Marge"/>
    <w:qFormat/>
    <w:pPr>
      <w:keepNext/>
      <w:keepLines/>
      <w:spacing w:before="240" w:after="240"/>
      <w:jc w:val="center"/>
      <w:outlineLvl w:val="0"/>
    </w:pPr>
    <w:rPr>
      <w:rFonts w:eastAsia="Times New Roman"/>
      <w:b/>
      <w:bCs/>
      <w:kern w:val="28"/>
      <w:lang w:eastAsia="en-US"/>
    </w:rPr>
  </w:style>
  <w:style w:type="paragraph" w:styleId="Titre2">
    <w:name w:val="heading 2"/>
    <w:basedOn w:val="Normal"/>
    <w:next w:val="Marge"/>
    <w:qFormat/>
    <w:pPr>
      <w:keepNext/>
      <w:keepLines/>
      <w:spacing w:before="480" w:after="240"/>
      <w:ind w:left="567" w:hanging="567"/>
      <w:outlineLvl w:val="1"/>
    </w:pPr>
    <w:rPr>
      <w:rFonts w:eastAsia="Times New Roman"/>
      <w:b/>
      <w:bCs/>
      <w:caps/>
      <w:lang w:eastAsia="en-US"/>
    </w:rPr>
  </w:style>
  <w:style w:type="paragraph" w:styleId="Titre3">
    <w:name w:val="heading 3"/>
    <w:basedOn w:val="Normal"/>
    <w:next w:val="Marge"/>
    <w:qFormat/>
    <w:pPr>
      <w:keepNext/>
      <w:keepLines/>
      <w:spacing w:after="240"/>
      <w:ind w:left="567" w:hanging="567"/>
      <w:outlineLvl w:val="2"/>
    </w:pPr>
    <w:rPr>
      <w:rFonts w:eastAsia="Times New Roman"/>
      <w:b/>
      <w:bCs/>
      <w:lang w:eastAsia="en-US"/>
    </w:rPr>
  </w:style>
  <w:style w:type="paragraph" w:styleId="Titre4">
    <w:name w:val="heading 4"/>
    <w:basedOn w:val="Normal"/>
    <w:next w:val="Marge"/>
    <w:qFormat/>
    <w:pPr>
      <w:keepNext/>
      <w:keepLines/>
      <w:spacing w:after="240"/>
      <w:outlineLvl w:val="3"/>
    </w:pPr>
    <w:rPr>
      <w:rFonts w:eastAsia="Times New Roman"/>
      <w:b/>
      <w:bCs/>
      <w:lang w:eastAsia="en-US"/>
    </w:rPr>
  </w:style>
  <w:style w:type="paragraph" w:styleId="Titre5">
    <w:name w:val="heading 5"/>
    <w:basedOn w:val="Normal"/>
    <w:next w:val="Marge"/>
    <w:qFormat/>
    <w:pPr>
      <w:keepNext/>
      <w:keepLines/>
      <w:tabs>
        <w:tab w:val="clear" w:pos="567"/>
        <w:tab w:val="left" w:pos="1134"/>
      </w:tabs>
      <w:spacing w:after="240"/>
      <w:ind w:left="1134" w:hanging="567"/>
      <w:outlineLvl w:val="4"/>
    </w:pPr>
    <w:rPr>
      <w:rFonts w:eastAsia="Times New Roman"/>
      <w:b/>
      <w:bCs/>
      <w:lang w:eastAsia="en-US"/>
    </w:rPr>
  </w:style>
  <w:style w:type="paragraph" w:styleId="Titre6">
    <w:name w:val="heading 6"/>
    <w:basedOn w:val="Normal"/>
    <w:next w:val="Marge"/>
    <w:qFormat/>
    <w:pPr>
      <w:keepNext/>
      <w:keepLines/>
      <w:tabs>
        <w:tab w:val="clear" w:pos="567"/>
        <w:tab w:val="left" w:pos="1134"/>
      </w:tabs>
      <w:spacing w:after="240"/>
      <w:ind w:left="567"/>
      <w:outlineLvl w:val="5"/>
    </w:pPr>
    <w:rPr>
      <w:rFonts w:eastAsia="Times New Roman"/>
      <w:b/>
      <w:iCs/>
      <w:szCs w:val="22"/>
      <w:lang w:eastAsia="en-US"/>
    </w:rPr>
  </w:style>
  <w:style w:type="paragraph" w:styleId="Titre7">
    <w:name w:val="heading 7"/>
    <w:basedOn w:val="Normal"/>
    <w:next w:val="Normal"/>
    <w:link w:val="Titre7Car"/>
    <w:qFormat/>
    <w:pPr>
      <w:keepNext/>
      <w:tabs>
        <w:tab w:val="clear" w:pos="567"/>
      </w:tabs>
      <w:spacing w:after="120" w:line="140" w:lineRule="exact"/>
      <w:outlineLvl w:val="6"/>
    </w:pPr>
    <w:rPr>
      <w:rFonts w:cs="Arial"/>
      <w:b/>
      <w:color w:val="0000FF"/>
      <w:sz w:val="14"/>
      <w:lang w:val="en-GB"/>
    </w:rPr>
  </w:style>
  <w:style w:type="paragraph" w:styleId="Titre8">
    <w:name w:val="heading 8"/>
    <w:basedOn w:val="Normal"/>
    <w:next w:val="Normal"/>
    <w:qFormat/>
    <w:rsid w:val="0092520F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link w:val="Titre9Car"/>
    <w:qFormat/>
    <w:pPr>
      <w:keepNext/>
      <w:jc w:val="center"/>
      <w:outlineLvl w:val="8"/>
    </w:pPr>
    <w:rPr>
      <w:rFonts w:ascii="Arial Narrow" w:hAnsi="Arial Narrow" w:cs="Arial Unicode MS"/>
      <w:color w:val="0000FF"/>
      <w:spacing w:val="4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">
    <w:name w:val="(a)"/>
    <w:basedOn w:val="Normal"/>
    <w:pPr>
      <w:tabs>
        <w:tab w:val="left" w:pos="-737"/>
      </w:tabs>
      <w:spacing w:after="240"/>
      <w:ind w:left="567" w:hanging="567"/>
      <w:jc w:val="both"/>
    </w:pPr>
    <w:rPr>
      <w:rFonts w:eastAsia="Times New Roman"/>
      <w:lang w:eastAsia="en-US"/>
    </w:rPr>
  </w:style>
  <w:style w:type="paragraph" w:customStyle="1" w:styleId="b">
    <w:name w:val="(b)"/>
    <w:basedOn w:val="a"/>
    <w:pPr>
      <w:tabs>
        <w:tab w:val="clear" w:pos="567"/>
        <w:tab w:val="left" w:pos="1134"/>
      </w:tabs>
      <w:ind w:left="1134"/>
    </w:pPr>
  </w:style>
  <w:style w:type="paragraph" w:customStyle="1" w:styleId="c">
    <w:name w:val="(c)"/>
    <w:basedOn w:val="Normal"/>
    <w:pPr>
      <w:tabs>
        <w:tab w:val="clear" w:pos="567"/>
        <w:tab w:val="left" w:pos="1701"/>
      </w:tabs>
      <w:spacing w:after="240"/>
      <w:ind w:left="1701" w:hanging="567"/>
      <w:jc w:val="both"/>
    </w:pPr>
  </w:style>
  <w:style w:type="paragraph" w:customStyle="1" w:styleId="alina">
    <w:name w:val="alinéa"/>
    <w:basedOn w:val="Normal"/>
    <w:pPr>
      <w:snapToGrid/>
      <w:spacing w:after="240"/>
      <w:ind w:left="567"/>
      <w:jc w:val="both"/>
    </w:pPr>
    <w:rPr>
      <w:rFonts w:eastAsia="Times New Roman"/>
      <w:snapToGrid/>
      <w:lang w:eastAsia="en-US"/>
    </w:rPr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link w:val="En-tteCar"/>
    <w:pPr>
      <w:tabs>
        <w:tab w:val="center" w:pos="4153"/>
        <w:tab w:val="right" w:pos="8306"/>
      </w:tabs>
    </w:pPr>
    <w:rPr>
      <w:rFonts w:eastAsia="Times New Roman"/>
      <w:lang w:eastAsia="en-US"/>
    </w:rPr>
  </w:style>
  <w:style w:type="paragraph" w:customStyle="1" w:styleId="Par">
    <w:name w:val="Par"/>
    <w:basedOn w:val="Normal"/>
    <w:pPr>
      <w:spacing w:after="240"/>
      <w:ind w:firstLine="567"/>
      <w:jc w:val="both"/>
    </w:pPr>
    <w:rPr>
      <w:rFonts w:eastAsia="Times New Roman"/>
      <w:lang w:eastAsia="en-US"/>
    </w:rPr>
  </w:style>
  <w:style w:type="paragraph" w:customStyle="1" w:styleId="Marge">
    <w:name w:val="Marge"/>
    <w:basedOn w:val="Par"/>
    <w:pPr>
      <w:ind w:firstLine="0"/>
    </w:pPr>
  </w:style>
  <w:style w:type="paragraph" w:styleId="Notedebasdepage">
    <w:name w:val="footnote text"/>
    <w:basedOn w:val="Normal"/>
    <w:semiHidden/>
    <w:pPr>
      <w:ind w:left="567" w:hanging="567"/>
    </w:pPr>
    <w:rPr>
      <w:rFonts w:eastAsia="Times New Roman"/>
      <w:sz w:val="20"/>
      <w:szCs w:val="20"/>
      <w:lang w:eastAsia="en-US"/>
    </w:rPr>
  </w:style>
  <w:style w:type="paragraph" w:styleId="Pieddepage">
    <w:name w:val="footer"/>
    <w:basedOn w:val="Normal"/>
    <w:link w:val="PieddepageCar"/>
    <w:pPr>
      <w:tabs>
        <w:tab w:val="center" w:pos="4153"/>
        <w:tab w:val="right" w:pos="8306"/>
      </w:tabs>
    </w:pPr>
    <w:rPr>
      <w:rFonts w:eastAsia="Times New Roman"/>
      <w:lang w:eastAsia="en-US"/>
    </w:rPr>
  </w:style>
  <w:style w:type="paragraph" w:styleId="Corpsdetexte">
    <w:name w:val="Body Text"/>
    <w:basedOn w:val="Normal"/>
    <w:pPr>
      <w:tabs>
        <w:tab w:val="clear" w:pos="567"/>
      </w:tabs>
      <w:spacing w:before="60"/>
      <w:ind w:right="-68"/>
    </w:pPr>
    <w:rPr>
      <w:b/>
      <w:bCs/>
      <w:color w:val="0000FF"/>
      <w:lang w:val="ru-RU"/>
    </w:rPr>
  </w:style>
  <w:style w:type="paragraph" w:styleId="Lgende">
    <w:name w:val="caption"/>
    <w:basedOn w:val="Normal"/>
    <w:next w:val="Normal"/>
    <w:qFormat/>
    <w:pPr>
      <w:spacing w:before="60"/>
      <w:jc w:val="center"/>
    </w:pPr>
    <w:rPr>
      <w:b/>
      <w:bCs/>
      <w:sz w:val="18"/>
      <w:szCs w:val="18"/>
    </w:rPr>
  </w:style>
  <w:style w:type="paragraph" w:customStyle="1" w:styleId="TIRETbul1cm">
    <w:name w:val="TIRET bul 1cm"/>
    <w:basedOn w:val="Normal"/>
    <w:pPr>
      <w:numPr>
        <w:numId w:val="1"/>
      </w:numPr>
      <w:tabs>
        <w:tab w:val="clear" w:pos="567"/>
        <w:tab w:val="clear" w:pos="644"/>
        <w:tab w:val="num" w:pos="851"/>
      </w:tabs>
      <w:adjustRightInd w:val="0"/>
      <w:spacing w:after="240"/>
      <w:ind w:left="851" w:hanging="284"/>
      <w:jc w:val="both"/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D26345"/>
    <w:rPr>
      <w:rFonts w:ascii="Tahoma" w:hAnsi="Tahoma" w:cs="Tahoma"/>
      <w:sz w:val="16"/>
      <w:szCs w:val="16"/>
    </w:rPr>
  </w:style>
  <w:style w:type="character" w:styleId="Lienhypertexte">
    <w:name w:val="Hyperlink"/>
    <w:rsid w:val="00D2634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976CDB"/>
    <w:pPr>
      <w:tabs>
        <w:tab w:val="clear" w:pos="567"/>
        <w:tab w:val="left" w:pos="709"/>
      </w:tabs>
      <w:snapToGrid/>
      <w:ind w:left="720"/>
      <w:contextualSpacing/>
      <w:jc w:val="both"/>
    </w:pPr>
    <w:rPr>
      <w:rFonts w:ascii="Times New Roman" w:eastAsia="Times New Roman" w:hAnsi="Times New Roman"/>
      <w:snapToGrid/>
      <w:sz w:val="24"/>
      <w:szCs w:val="20"/>
      <w:lang w:val="en-GB" w:eastAsia="en-US"/>
    </w:rPr>
  </w:style>
  <w:style w:type="paragraph" w:customStyle="1" w:styleId="COI">
    <w:name w:val="COI"/>
    <w:basedOn w:val="Normal"/>
    <w:link w:val="COIChar"/>
    <w:rsid w:val="00976CDB"/>
    <w:pPr>
      <w:tabs>
        <w:tab w:val="clear" w:pos="567"/>
        <w:tab w:val="left" w:pos="709"/>
      </w:tabs>
      <w:spacing w:after="240"/>
      <w:ind w:hanging="709"/>
      <w:jc w:val="both"/>
    </w:pPr>
    <w:rPr>
      <w:rFonts w:ascii="Times New Roman" w:eastAsia="Times New Roman" w:hAnsi="Times New Roman"/>
      <w:snapToGrid/>
      <w:sz w:val="24"/>
      <w:lang w:val="x-none" w:eastAsia="en-US"/>
    </w:rPr>
  </w:style>
  <w:style w:type="character" w:customStyle="1" w:styleId="COIChar">
    <w:name w:val="COI Char"/>
    <w:link w:val="COI"/>
    <w:locked/>
    <w:rsid w:val="00976CDB"/>
    <w:rPr>
      <w:rFonts w:eastAsia="Times New Roman"/>
      <w:sz w:val="24"/>
      <w:szCs w:val="24"/>
      <w:lang w:val="x-none" w:eastAsia="en-US"/>
    </w:rPr>
  </w:style>
  <w:style w:type="table" w:styleId="Grilledutableau">
    <w:name w:val="Table Grid"/>
    <w:basedOn w:val="TableauNormal"/>
    <w:uiPriority w:val="39"/>
    <w:rsid w:val="00F32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707C0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707C0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707C06"/>
    <w:rPr>
      <w:rFonts w:ascii="Arial" w:hAnsi="Arial"/>
      <w:snapToGrid w:val="0"/>
      <w:lang w:val="fr-FR" w:eastAsia="zh-CN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07C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07C06"/>
    <w:rPr>
      <w:rFonts w:ascii="Arial" w:hAnsi="Arial"/>
      <w:b/>
      <w:bCs/>
      <w:snapToGrid w:val="0"/>
      <w:lang w:val="fr-FR" w:eastAsia="zh-CN"/>
    </w:rPr>
  </w:style>
  <w:style w:type="paragraph" w:styleId="Rvision">
    <w:name w:val="Revision"/>
    <w:hidden/>
    <w:uiPriority w:val="99"/>
    <w:semiHidden/>
    <w:rsid w:val="00707C06"/>
    <w:rPr>
      <w:rFonts w:ascii="Arial" w:hAnsi="Arial"/>
      <w:snapToGrid w:val="0"/>
      <w:sz w:val="22"/>
      <w:szCs w:val="24"/>
      <w:lang w:val="fr-FR" w:eastAsia="zh-CN"/>
    </w:rPr>
  </w:style>
  <w:style w:type="character" w:styleId="Lienhypertextesuivivisit">
    <w:name w:val="FollowedHyperlink"/>
    <w:basedOn w:val="Policepardfaut"/>
    <w:unhideWhenUsed/>
    <w:rsid w:val="00A166B5"/>
    <w:rPr>
      <w:color w:val="800080" w:themeColor="followedHyperlink"/>
      <w:u w:val="single"/>
    </w:rPr>
  </w:style>
  <w:style w:type="paragraph" w:customStyle="1" w:styleId="Default">
    <w:name w:val="Default"/>
    <w:uiPriority w:val="99"/>
    <w:rsid w:val="00317BD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n-NZ" w:eastAsia="en-US"/>
    </w:rPr>
  </w:style>
  <w:style w:type="character" w:customStyle="1" w:styleId="Titre7Car">
    <w:name w:val="Titre 7 Car"/>
    <w:basedOn w:val="Policepardfaut"/>
    <w:link w:val="Titre7"/>
    <w:rsid w:val="00F94A74"/>
    <w:rPr>
      <w:rFonts w:ascii="Arial" w:hAnsi="Arial" w:cs="Arial"/>
      <w:b/>
      <w:snapToGrid w:val="0"/>
      <w:color w:val="0000FF"/>
      <w:sz w:val="14"/>
      <w:szCs w:val="24"/>
      <w:lang w:eastAsia="zh-CN"/>
    </w:rPr>
  </w:style>
  <w:style w:type="character" w:customStyle="1" w:styleId="Titre9Car">
    <w:name w:val="Titre 9 Car"/>
    <w:link w:val="Titre9"/>
    <w:rsid w:val="006B5BF3"/>
    <w:rPr>
      <w:rFonts w:ascii="Arial Narrow" w:hAnsi="Arial Narrow" w:cs="Arial Unicode MS"/>
      <w:snapToGrid w:val="0"/>
      <w:color w:val="0000FF"/>
      <w:spacing w:val="4"/>
      <w:sz w:val="18"/>
      <w:szCs w:val="18"/>
      <w:lang w:val="fr-FR" w:eastAsia="zh-CN"/>
    </w:rPr>
  </w:style>
  <w:style w:type="character" w:customStyle="1" w:styleId="En-tteCar">
    <w:name w:val="En-tête Car"/>
    <w:link w:val="En-tte"/>
    <w:rsid w:val="006B5BF3"/>
    <w:rPr>
      <w:rFonts w:ascii="Arial" w:eastAsia="Times New Roman" w:hAnsi="Arial"/>
      <w:snapToGrid w:val="0"/>
      <w:sz w:val="22"/>
      <w:szCs w:val="24"/>
      <w:lang w:val="fr-FR" w:eastAsia="en-US"/>
    </w:rPr>
  </w:style>
  <w:style w:type="character" w:customStyle="1" w:styleId="PieddepageCar">
    <w:name w:val="Pied de page Car"/>
    <w:link w:val="Pieddepage"/>
    <w:rsid w:val="006B5BF3"/>
    <w:rPr>
      <w:rFonts w:ascii="Arial" w:eastAsia="Times New Roman" w:hAnsi="Arial"/>
      <w:snapToGrid w:val="0"/>
      <w:sz w:val="22"/>
      <w:szCs w:val="24"/>
      <w:lang w:val="fr-FR" w:eastAsia="en-US"/>
    </w:rPr>
  </w:style>
  <w:style w:type="numbering" w:customStyle="1" w:styleId="NoList1">
    <w:name w:val="No List1"/>
    <w:next w:val="Aucuneliste"/>
    <w:uiPriority w:val="99"/>
    <w:semiHidden/>
    <w:unhideWhenUsed/>
    <w:rsid w:val="00093DFE"/>
  </w:style>
  <w:style w:type="character" w:customStyle="1" w:styleId="apple-converted-space">
    <w:name w:val="apple-converted-space"/>
    <w:basedOn w:val="Policepardfaut"/>
    <w:rsid w:val="00093DFE"/>
  </w:style>
  <w:style w:type="character" w:styleId="Accentuation">
    <w:name w:val="Emphasis"/>
    <w:basedOn w:val="Policepardfaut"/>
    <w:uiPriority w:val="20"/>
    <w:qFormat/>
    <w:rsid w:val="00093D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Osamu's%20documents\Others\document%20templates\Circular_Letter_IOC-25-Ju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B2806-2149-4F9B-835E-9D2C7E01B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Circular_Letter_IOC-25-June.dot</Template>
  <TotalTime>0</TotalTime>
  <Pages>3</Pages>
  <Words>285</Words>
  <Characters>2583</Characters>
  <Application>Microsoft Office Word</Application>
  <DocSecurity>0</DocSecurity>
  <Lines>21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IOC Circular Letter No</vt:lpstr>
      <vt:lpstr>IOC Circular Letter No</vt:lpstr>
    </vt:vector>
  </TitlesOfParts>
  <Company>Unesco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IOC Circular Letter No</dc:title>
  <dc:creator>Miyaki, Osamu</dc:creator>
  <cp:lastModifiedBy>Patrice Boned</cp:lastModifiedBy>
  <cp:revision>2</cp:revision>
  <cp:lastPrinted>2018-05-03T11:15:00Z</cp:lastPrinted>
  <dcterms:created xsi:type="dcterms:W3CDTF">2018-05-03T15:31:00Z</dcterms:created>
  <dcterms:modified xsi:type="dcterms:W3CDTF">2018-05-03T15:31:00Z</dcterms:modified>
</cp:coreProperties>
</file>